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39"/>
        <w:gridCol w:w="179"/>
        <w:gridCol w:w="719"/>
        <w:gridCol w:w="334"/>
        <w:gridCol w:w="206"/>
        <w:gridCol w:w="723"/>
        <w:gridCol w:w="408"/>
        <w:gridCol w:w="672"/>
        <w:gridCol w:w="665"/>
        <w:gridCol w:w="415"/>
        <w:gridCol w:w="474"/>
        <w:gridCol w:w="448"/>
        <w:gridCol w:w="338"/>
        <w:gridCol w:w="900"/>
        <w:gridCol w:w="180"/>
        <w:gridCol w:w="1260"/>
      </w:tblGrid>
      <w:tr w:rsidR="006F3C33" w14:paraId="6C6D3F24" w14:textId="77777777">
        <w:trPr>
          <w:trHeight w:val="1260"/>
          <w:jc w:val="center"/>
        </w:trPr>
        <w:tc>
          <w:tcPr>
            <w:tcW w:w="4680" w:type="dxa"/>
            <w:gridSpan w:val="8"/>
            <w:shd w:val="clear" w:color="auto" w:fill="auto"/>
            <w:tcMar>
              <w:top w:w="0" w:type="dxa"/>
            </w:tcMar>
            <w:vAlign w:val="bottom"/>
          </w:tcPr>
          <w:p w14:paraId="14AC127B" w14:textId="77777777" w:rsidR="006F3C33" w:rsidRDefault="003F39DF" w:rsidP="006F3C33">
            <w:pPr>
              <w:pStyle w:val="1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62D75D71" wp14:editId="7B28A0F2">
                      <wp:simplePos x="0" y="0"/>
                      <wp:positionH relativeFrom="column">
                        <wp:posOffset>-301625</wp:posOffset>
                      </wp:positionH>
                      <wp:positionV relativeFrom="paragraph">
                        <wp:posOffset>-228600</wp:posOffset>
                      </wp:positionV>
                      <wp:extent cx="6400800" cy="8229600"/>
                      <wp:effectExtent l="15875" t="12700" r="22225" b="25400"/>
                      <wp:wrapNone/>
                      <wp:docPr id="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6400800" cy="8229600"/>
                              </a:xfrm>
                              <a:prstGeom prst="rect">
                                <a:avLst/>
                              </a:prstGeom>
                              <a:noFill/>
                              <a:ln w="31750" cmpd="thickThin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9FAF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6" style="position:absolute;left:0;text-align:left;margin-left:-23.7pt;margin-top:-17.95pt;width:7in;height:9in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" filled="f" fillcolor="#f9faf0" strokecolor="#4b7b8a [2404]" strokeweight="2.5pt">
                      <v:stroke linestyle="thickThin"/>
                    </v:rect>
                  </w:pict>
                </mc:Fallback>
              </mc:AlternateContent>
            </w:r>
            <w:r w:rsidR="0069656F">
              <w:t>Invoice</w:t>
            </w:r>
          </w:p>
        </w:tc>
        <w:tc>
          <w:tcPr>
            <w:tcW w:w="4680" w:type="dxa"/>
            <w:gridSpan w:val="8"/>
            <w:shd w:val="clear" w:color="auto" w:fill="FFFFFF"/>
            <w:vAlign w:val="center"/>
          </w:tcPr>
          <w:p w14:paraId="284DC6D6" w14:textId="77777777" w:rsidR="006F3C33" w:rsidRPr="00B07339" w:rsidRDefault="006F3C33" w:rsidP="00B07339">
            <w:pPr>
              <w:pStyle w:val="DateandNumber"/>
            </w:pPr>
            <w:r w:rsidRPr="00B07339">
              <w:t xml:space="preserve">Date: </w:t>
            </w:r>
            <w:sdt>
              <w:sdtPr>
                <w:id w:val="631673204"/>
                <w:placeholder>
                  <w:docPart w:val="A3A9D0E3E38BD94AA495AF35E4CA165E"/>
                </w:placeholder>
                <w:date w:fullDate="2014-04-04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33C03">
                  <w:t>4/4/2014</w:t>
                </w:r>
              </w:sdtContent>
            </w:sdt>
          </w:p>
          <w:p w14:paraId="4AD1C487" w14:textId="6549A2E4" w:rsidR="006F3C33" w:rsidRPr="000E042A" w:rsidRDefault="00C040D7" w:rsidP="00833C03">
            <w:pPr>
              <w:pStyle w:val="DateandNumber"/>
            </w:pPr>
            <w:r w:rsidRPr="00B07339">
              <w:t>Invoice</w:t>
            </w:r>
            <w:r w:rsidR="006F3C33" w:rsidRPr="00B07339">
              <w:t xml:space="preserve"> # </w:t>
            </w:r>
            <w:sdt>
              <w:sdtPr>
                <w:id w:val="631673206"/>
                <w:placeholder>
                  <w:docPart w:val="9E95E14F81EC7E4EB13533A2DF03F0D3"/>
                </w:placeholder>
              </w:sdtPr>
              <w:sdtEndPr/>
              <w:sdtContent>
                <w:r w:rsidR="00EB1883">
                  <w:rPr>
                    <w:rFonts w:hint="eastAsia"/>
                    <w:lang w:eastAsia="zh-CN"/>
                  </w:rPr>
                  <w:t>44143</w:t>
                </w:r>
              </w:sdtContent>
            </w:sdt>
          </w:p>
        </w:tc>
      </w:tr>
      <w:tr w:rsidR="00E95F5D" w:rsidRPr="00B07339" w14:paraId="0740391E" w14:textId="77777777">
        <w:trPr>
          <w:trHeight w:val="2088"/>
          <w:jc w:val="center"/>
        </w:trPr>
        <w:tc>
          <w:tcPr>
            <w:tcW w:w="2337" w:type="dxa"/>
            <w:gridSpan w:val="3"/>
            <w:shd w:val="clear" w:color="auto" w:fill="FFFFFF"/>
            <w:tcMar>
              <w:top w:w="0" w:type="dxa"/>
            </w:tcMar>
          </w:tcPr>
          <w:sdt>
            <w:sdtPr>
              <w:id w:val="629898825"/>
              <w:placeholder>
                <w:docPart w:val="09E19CE3E3D02A47890A173D1F4B48EB"/>
              </w:placeholder>
            </w:sdtPr>
            <w:sdtEndPr/>
            <w:sdtContent>
              <w:p w14:paraId="361C2896" w14:textId="77777777" w:rsidR="00B07339" w:rsidRPr="00B07339" w:rsidRDefault="00833C03" w:rsidP="00B07339">
                <w:pPr>
                  <w:pStyle w:val="leftalignedtext"/>
                </w:pPr>
                <w:r>
                  <w:rPr>
                    <w:rFonts w:hint="eastAsia"/>
                    <w:lang w:eastAsia="zh-CN"/>
                  </w:rPr>
                  <w:t>MR JJ</w:t>
                </w:r>
                <w:r>
                  <w:rPr>
                    <w:lang w:eastAsia="zh-CN"/>
                  </w:rPr>
                  <w:t>’</w:t>
                </w:r>
                <w:r>
                  <w:rPr>
                    <w:rFonts w:hint="eastAsia"/>
                    <w:lang w:eastAsia="zh-CN"/>
                  </w:rPr>
                  <w:t>S</w:t>
                </w:r>
              </w:p>
            </w:sdtContent>
          </w:sdt>
          <w:sdt>
            <w:sdtPr>
              <w:id w:val="629898827"/>
              <w:placeholder>
                <w:docPart w:val="B3E5938606BAFF45870F6ADB4BADE14D"/>
              </w:placeholder>
            </w:sdtPr>
            <w:sdtEndPr/>
            <w:sdtContent>
              <w:p w14:paraId="714DDA88" w14:textId="77777777" w:rsidR="00B07339" w:rsidRPr="00B07339" w:rsidRDefault="00833C03" w:rsidP="00B07339">
                <w:pPr>
                  <w:pStyle w:val="leftalignedtext"/>
                </w:pPr>
                <w:r>
                  <w:rPr>
                    <w:rFonts w:hint="eastAsia"/>
                    <w:lang w:eastAsia="zh-CN"/>
                  </w:rPr>
                  <w:t>Building 10</w:t>
                </w:r>
              </w:p>
            </w:sdtContent>
          </w:sdt>
          <w:sdt>
            <w:sdtPr>
              <w:id w:val="629898853"/>
              <w:placeholder>
                <w:docPart w:val="31DFE6F2FE030F41945614D15A4B27B8"/>
              </w:placeholder>
            </w:sdtPr>
            <w:sdtEndPr/>
            <w:sdtContent>
              <w:p w14:paraId="52C57DA7" w14:textId="77777777" w:rsidR="00B07339" w:rsidRPr="00B07339" w:rsidRDefault="00833C03" w:rsidP="00B07339">
                <w:pPr>
                  <w:pStyle w:val="leftalignedtext"/>
                </w:pPr>
                <w:r>
                  <w:rPr>
                    <w:rFonts w:hint="eastAsia"/>
                    <w:lang w:eastAsia="zh-CN"/>
                  </w:rPr>
                  <w:t xml:space="preserve">Sydney, </w:t>
                </w:r>
                <w:proofErr w:type="spellStart"/>
                <w:r>
                  <w:rPr>
                    <w:rFonts w:hint="eastAsia"/>
                    <w:lang w:eastAsia="zh-CN"/>
                  </w:rPr>
                  <w:t>Nsw</w:t>
                </w:r>
                <w:proofErr w:type="spellEnd"/>
                <w:r>
                  <w:rPr>
                    <w:rFonts w:hint="eastAsia"/>
                    <w:lang w:eastAsia="zh-CN"/>
                  </w:rPr>
                  <w:t>, 2000</w:t>
                </w:r>
              </w:p>
            </w:sdtContent>
          </w:sdt>
          <w:sdt>
            <w:sdtPr>
              <w:id w:val="629898855"/>
              <w:placeholder>
                <w:docPart w:val="E2664E9307F3FB4ABF65C17A5EE375A8"/>
              </w:placeholder>
            </w:sdtPr>
            <w:sdtEndPr/>
            <w:sdtContent>
              <w:p w14:paraId="7D725F62" w14:textId="77777777" w:rsidR="00B07339" w:rsidRPr="00B07339" w:rsidRDefault="00833C03" w:rsidP="00B07339">
                <w:pPr>
                  <w:pStyle w:val="leftalignedtext"/>
                </w:pPr>
                <w:r>
                  <w:rPr>
                    <w:rFonts w:hint="eastAsia"/>
                    <w:lang w:eastAsia="zh-CN"/>
                  </w:rPr>
                  <w:t>0412345678</w:t>
                </w:r>
              </w:p>
            </w:sdtContent>
          </w:sdt>
          <w:p w14:paraId="27C22C23" w14:textId="77777777" w:rsidR="00B07339" w:rsidRPr="00B07339" w:rsidRDefault="00B07339" w:rsidP="00B07339">
            <w:pPr>
              <w:pStyle w:val="leftalignedtext"/>
            </w:pPr>
            <w:r w:rsidRPr="00B07339">
              <w:t xml:space="preserve">Fax </w:t>
            </w:r>
            <w:sdt>
              <w:sdtPr>
                <w:id w:val="629898857"/>
                <w:placeholder>
                  <w:docPart w:val="761FF2A248933042AF0507AD1CFAB124"/>
                </w:placeholder>
                <w:showingPlcHdr/>
              </w:sdtPr>
              <w:sdtEndPr/>
              <w:sdtContent>
                <w:r w:rsidRPr="00D00A06">
                  <w:t>[000.000.0000]</w:t>
                </w:r>
              </w:sdtContent>
            </w:sdt>
          </w:p>
          <w:sdt>
            <w:sdtPr>
              <w:id w:val="629898859"/>
              <w:placeholder>
                <w:docPart w:val="F69D470654817048B3EEFBCEE05F4EFC"/>
              </w:placeholder>
            </w:sdtPr>
            <w:sdtEndPr/>
            <w:sdtContent>
              <w:p w14:paraId="5F24062B" w14:textId="77777777" w:rsidR="00E95F5D" w:rsidRDefault="00833C03" w:rsidP="00833C03">
                <w:pPr>
                  <w:pStyle w:val="leftalignedtext"/>
                </w:pPr>
                <w:r>
                  <w:rPr>
                    <w:lang w:eastAsia="zh-CN"/>
                  </w:rPr>
                  <w:t>M</w:t>
                </w:r>
                <w:r>
                  <w:rPr>
                    <w:rFonts w:hint="eastAsia"/>
                    <w:lang w:eastAsia="zh-CN"/>
                  </w:rPr>
                  <w:t>rjjf4@gmail.com</w:t>
                </w:r>
              </w:p>
            </w:sdtContent>
          </w:sdt>
        </w:tc>
        <w:tc>
          <w:tcPr>
            <w:tcW w:w="1263" w:type="dxa"/>
            <w:gridSpan w:val="3"/>
            <w:shd w:val="clear" w:color="auto" w:fill="auto"/>
          </w:tcPr>
          <w:p w14:paraId="040D7618" w14:textId="77777777" w:rsidR="00E95F5D" w:rsidRDefault="00E95F5D" w:rsidP="00D52530">
            <w:pPr>
              <w:pStyle w:val="headingright"/>
            </w:pPr>
            <w:r>
              <w:t>To</w:t>
            </w:r>
          </w:p>
        </w:tc>
        <w:tc>
          <w:tcPr>
            <w:tcW w:w="2160" w:type="dxa"/>
            <w:gridSpan w:val="4"/>
            <w:shd w:val="clear" w:color="auto" w:fill="FFFFFF"/>
          </w:tcPr>
          <w:p w14:paraId="76187A5D" w14:textId="77777777" w:rsidR="00EB1883" w:rsidRDefault="00EB1883" w:rsidP="00B07339">
            <w:pPr>
              <w:pStyle w:val="rightalignedtext"/>
              <w:rPr>
                <w:rFonts w:hint="eastAsia"/>
                <w:lang w:eastAsia="zh-CN"/>
              </w:rPr>
            </w:pPr>
            <w:proofErr w:type="spellStart"/>
            <w:r>
              <w:t>CaveFitness</w:t>
            </w:r>
            <w:proofErr w:type="spellEnd"/>
            <w:r>
              <w:t xml:space="preserve"> </w:t>
            </w:r>
          </w:p>
          <w:p w14:paraId="012CB1C9" w14:textId="04FEB846" w:rsidR="00B07339" w:rsidRPr="00B07339" w:rsidRDefault="00E2714C" w:rsidP="00B07339">
            <w:pPr>
              <w:pStyle w:val="rightalignedtext"/>
            </w:pPr>
            <w:sdt>
              <w:sdtPr>
                <w:id w:val="629898873"/>
                <w:placeholder>
                  <w:docPart w:val="DB66E2E9D3214B4999990A58B36D5681"/>
                </w:placeholder>
              </w:sdtPr>
              <w:sdtEndPr/>
              <w:sdtContent>
                <w:r w:rsidR="00EB1883" w:rsidRPr="00AB327C">
                  <w:t xml:space="preserve">5 Church Street, </w:t>
                </w:r>
              </w:sdtContent>
            </w:sdt>
          </w:p>
          <w:sdt>
            <w:sdtPr>
              <w:id w:val="629898875"/>
              <w:placeholder>
                <w:docPart w:val="A13BBFF2B556684CA3C9E0C1F311E4A0"/>
              </w:placeholder>
            </w:sdtPr>
            <w:sdtEndPr/>
            <w:sdtContent>
              <w:p w14:paraId="2AAD166F" w14:textId="1339F5E3" w:rsidR="00B07339" w:rsidRPr="00B07339" w:rsidRDefault="00EB1883" w:rsidP="00B07339">
                <w:pPr>
                  <w:pStyle w:val="rightalignedtext"/>
                </w:pPr>
                <w:proofErr w:type="spellStart"/>
                <w:r w:rsidRPr="00AB327C">
                  <w:t>Balmain</w:t>
                </w:r>
                <w:proofErr w:type="spellEnd"/>
                <w:r w:rsidRPr="00AB327C">
                  <w:t>, NSW 2041</w:t>
                </w:r>
              </w:p>
            </w:sdtContent>
          </w:sdt>
          <w:sdt>
            <w:sdtPr>
              <w:id w:val="629898877"/>
              <w:placeholder>
                <w:docPart w:val="C22A7C9F691F1649A3853C7B38629C61"/>
              </w:placeholder>
            </w:sdtPr>
            <w:sdtEndPr/>
            <w:sdtContent>
              <w:p w14:paraId="4D426374" w14:textId="09AD0A6E" w:rsidR="00B07339" w:rsidRPr="00B07339" w:rsidRDefault="00EB1883" w:rsidP="00B07339">
                <w:pPr>
                  <w:pStyle w:val="rightalignedtext"/>
                </w:pPr>
                <w:r>
                  <w:t>9750 5454</w:t>
                </w:r>
              </w:p>
            </w:sdtContent>
          </w:sdt>
          <w:p w14:paraId="06EE3C9D" w14:textId="137AEAFC" w:rsidR="00E95F5D" w:rsidRDefault="00B07339" w:rsidP="00833C03">
            <w:pPr>
              <w:pStyle w:val="rightalignedtext"/>
            </w:pPr>
            <w:r w:rsidRPr="00B07339">
              <w:t xml:space="preserve">Customer ID </w:t>
            </w:r>
            <w:sdt>
              <w:sdtPr>
                <w:id w:val="629898879"/>
                <w:placeholder>
                  <w:docPart w:val="F5E91A2924E8924299D61BB7CA8180B9"/>
                </w:placeholder>
              </w:sdtPr>
              <w:sdtEndPr/>
              <w:sdtContent>
                <w:r w:rsidR="00EB1883">
                  <w:rPr>
                    <w:rFonts w:hint="eastAsia"/>
                    <w:lang w:eastAsia="zh-CN"/>
                  </w:rPr>
                  <w:t>MRJJ3</w:t>
                </w:r>
              </w:sdtContent>
            </w:sdt>
          </w:p>
        </w:tc>
        <w:tc>
          <w:tcPr>
            <w:tcW w:w="1260" w:type="dxa"/>
            <w:gridSpan w:val="3"/>
            <w:shd w:val="clear" w:color="auto" w:fill="auto"/>
          </w:tcPr>
          <w:p w14:paraId="7C97F832" w14:textId="77777777" w:rsidR="00E95F5D" w:rsidRDefault="002F2777" w:rsidP="00E95F5D">
            <w:pPr>
              <w:pStyle w:val="headingright"/>
            </w:pPr>
            <w:r>
              <w:t xml:space="preserve">Ship </w:t>
            </w:r>
            <w:r w:rsidR="00E95F5D">
              <w:t>To</w:t>
            </w:r>
          </w:p>
        </w:tc>
        <w:tc>
          <w:tcPr>
            <w:tcW w:w="2340" w:type="dxa"/>
            <w:gridSpan w:val="3"/>
            <w:shd w:val="clear" w:color="auto" w:fill="FFFFFF"/>
          </w:tcPr>
          <w:p w14:paraId="695BC08C" w14:textId="0AD8DC76" w:rsidR="00EB1883" w:rsidRDefault="00E2714C" w:rsidP="00EB1883">
            <w:pPr>
              <w:pStyle w:val="rightalignedtext"/>
              <w:rPr>
                <w:rFonts w:hint="eastAsia"/>
                <w:lang w:eastAsia="zh-CN"/>
              </w:rPr>
            </w:pPr>
            <w:sdt>
              <w:sdtPr>
                <w:id w:val="1623350122"/>
                <w:placeholder>
                  <w:docPart w:val="FF975D7105117840B573334C1D1D4FE1"/>
                </w:placeholder>
              </w:sdtPr>
              <w:sdtEndPr/>
              <w:sdtContent>
                <w:sdt>
                  <w:sdtPr>
                    <w:id w:val="137391219"/>
                    <w:placeholder>
                      <w:docPart w:val="25A9214C01935E4A91CEC94F5664B85B"/>
                    </w:placeholder>
                  </w:sdtPr>
                  <w:sdtEndPr/>
                  <w:sdtContent>
                    <w:proofErr w:type="spellStart"/>
                    <w:r w:rsidR="00EB1883">
                      <w:t>CaveFitness</w:t>
                    </w:r>
                    <w:proofErr w:type="spellEnd"/>
                  </w:sdtContent>
                </w:sdt>
              </w:sdtContent>
            </w:sdt>
            <w:r w:rsidR="00EB1883">
              <w:t xml:space="preserve"> </w:t>
            </w:r>
          </w:p>
          <w:p w14:paraId="7FF6AC13" w14:textId="77777777" w:rsidR="00EB1883" w:rsidRPr="00B07339" w:rsidRDefault="00EB1883" w:rsidP="00EB1883">
            <w:pPr>
              <w:pStyle w:val="rightalignedtext"/>
            </w:pPr>
            <w:sdt>
              <w:sdtPr>
                <w:id w:val="213787968"/>
                <w:placeholder>
                  <w:docPart w:val="0BDDFDFE3E64004BB681A3927A3A9235"/>
                </w:placeholder>
              </w:sdtPr>
              <w:sdtContent>
                <w:r w:rsidRPr="00AB327C">
                  <w:t xml:space="preserve">5 Church Street, </w:t>
                </w:r>
              </w:sdtContent>
            </w:sdt>
          </w:p>
          <w:sdt>
            <w:sdtPr>
              <w:id w:val="1391612199"/>
              <w:placeholder>
                <w:docPart w:val="E96C336F31CDFE4A9988059976509691"/>
              </w:placeholder>
            </w:sdtPr>
            <w:sdtContent>
              <w:p w14:paraId="3534405A" w14:textId="77777777" w:rsidR="00EB1883" w:rsidRPr="00B07339" w:rsidRDefault="00EB1883" w:rsidP="00EB1883">
                <w:pPr>
                  <w:pStyle w:val="rightalignedtext"/>
                </w:pPr>
                <w:proofErr w:type="spellStart"/>
                <w:r w:rsidRPr="00AB327C">
                  <w:t>Balmain</w:t>
                </w:r>
                <w:proofErr w:type="spellEnd"/>
                <w:r w:rsidRPr="00AB327C">
                  <w:t>, NSW 2041</w:t>
                </w:r>
              </w:p>
            </w:sdtContent>
          </w:sdt>
          <w:sdt>
            <w:sdtPr>
              <w:id w:val="-1623609995"/>
              <w:placeholder>
                <w:docPart w:val="0A53BE2D90F65148AA4D5FF751019939"/>
              </w:placeholder>
            </w:sdtPr>
            <w:sdtContent>
              <w:p w14:paraId="7832FF3E" w14:textId="30958274" w:rsidR="00833C03" w:rsidRPr="00B07339" w:rsidRDefault="00EB1883" w:rsidP="00EB1883">
                <w:pPr>
                  <w:pStyle w:val="rightalignedtext"/>
                </w:pPr>
                <w:r>
                  <w:t>9750 5454</w:t>
                </w:r>
              </w:p>
            </w:sdtContent>
          </w:sdt>
          <w:p w14:paraId="5776E51C" w14:textId="0DDD5B09" w:rsidR="00E95F5D" w:rsidRPr="00B07339" w:rsidRDefault="00833C03" w:rsidP="00833C03">
            <w:pPr>
              <w:pStyle w:val="rightalignedtext"/>
            </w:pPr>
            <w:r w:rsidRPr="00B07339">
              <w:t>Custome</w:t>
            </w:r>
            <w:bookmarkStart w:id="0" w:name="_GoBack"/>
            <w:bookmarkEnd w:id="0"/>
            <w:r w:rsidRPr="00B07339">
              <w:t xml:space="preserve">r ID </w:t>
            </w:r>
            <w:sdt>
              <w:sdtPr>
                <w:id w:val="406191760"/>
                <w:placeholder>
                  <w:docPart w:val="173308006AD6C7499EB5CBFC52758000"/>
                </w:placeholder>
              </w:sdtPr>
              <w:sdtEndPr/>
              <w:sdtContent>
                <w:r w:rsidR="00EB1883">
                  <w:rPr>
                    <w:rFonts w:hint="eastAsia"/>
                    <w:lang w:eastAsia="zh-CN"/>
                  </w:rPr>
                  <w:t>MRJJ3</w:t>
                </w:r>
              </w:sdtContent>
            </w:sdt>
          </w:p>
        </w:tc>
      </w:tr>
      <w:tr w:rsidR="00E95F5D" w:rsidRPr="00912BEF" w14:paraId="223F28EB" w14:textId="77777777" w:rsidTr="00B07339">
        <w:trPr>
          <w:trHeight w:val="288"/>
          <w:jc w:val="center"/>
        </w:trPr>
        <w:tc>
          <w:tcPr>
            <w:tcW w:w="9360" w:type="dxa"/>
            <w:gridSpan w:val="16"/>
            <w:tcBorders>
              <w:bottom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14:paraId="45DBF47D" w14:textId="77777777" w:rsidR="00E95F5D" w:rsidRPr="00912BEF" w:rsidRDefault="00E95F5D" w:rsidP="002F2777"/>
        </w:tc>
      </w:tr>
      <w:tr w:rsidR="00E95F5D" w:rsidRPr="00912BEF" w14:paraId="074A0FE6" w14:textId="77777777" w:rsidTr="00B07339">
        <w:trPr>
          <w:trHeight w:val="359"/>
          <w:jc w:val="center"/>
        </w:trPr>
        <w:tc>
          <w:tcPr>
            <w:tcW w:w="161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tcMar>
              <w:top w:w="0" w:type="dxa"/>
            </w:tcMar>
            <w:vAlign w:val="center"/>
          </w:tcPr>
          <w:p w14:paraId="6C117A1D" w14:textId="77777777" w:rsidR="00E95F5D" w:rsidRPr="00912BEF" w:rsidRDefault="00E95F5D" w:rsidP="0094554D">
            <w:pPr>
              <w:pStyle w:val="columnheadings"/>
            </w:pPr>
            <w:r>
              <w:t>Salesperson</w:t>
            </w:r>
          </w:p>
        </w:tc>
        <w:tc>
          <w:tcPr>
            <w:tcW w:w="105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14:paraId="758693F5" w14:textId="77777777" w:rsidR="00E95F5D" w:rsidRPr="00912BEF" w:rsidRDefault="00E95F5D" w:rsidP="0094554D">
            <w:pPr>
              <w:pStyle w:val="columnheadings"/>
            </w:pPr>
            <w:r>
              <w:t>Job</w:t>
            </w:r>
          </w:p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14:paraId="46E70DB9" w14:textId="77777777" w:rsidR="00E95F5D" w:rsidRPr="00912BEF" w:rsidRDefault="00E95F5D" w:rsidP="0094554D">
            <w:pPr>
              <w:pStyle w:val="columnheadings"/>
            </w:pPr>
            <w:r>
              <w:t>Shipping Method</w:t>
            </w:r>
          </w:p>
        </w:tc>
        <w:tc>
          <w:tcPr>
            <w:tcW w:w="133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14:paraId="29064574" w14:textId="77777777" w:rsidR="00E95F5D" w:rsidRPr="00912BEF" w:rsidRDefault="00E95F5D" w:rsidP="0094554D">
            <w:pPr>
              <w:pStyle w:val="columnheadings"/>
            </w:pPr>
            <w:r>
              <w:t>Shipping Terms</w:t>
            </w:r>
          </w:p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14:paraId="70A34569" w14:textId="77777777" w:rsidR="00E95F5D" w:rsidRPr="00912BEF" w:rsidRDefault="00E95F5D" w:rsidP="0094554D">
            <w:pPr>
              <w:pStyle w:val="columnheadings"/>
            </w:pPr>
            <w:r>
              <w:t>Delivery Date</w:t>
            </w:r>
          </w:p>
        </w:tc>
        <w:tc>
          <w:tcPr>
            <w:tcW w:w="141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14:paraId="42AAB7EB" w14:textId="77777777" w:rsidR="00E95F5D" w:rsidRPr="00912BEF" w:rsidRDefault="00E95F5D" w:rsidP="0094554D">
            <w:pPr>
              <w:pStyle w:val="columnheadings"/>
            </w:pPr>
            <w:r>
              <w:t>Payment Terms</w:t>
            </w:r>
          </w:p>
        </w:tc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14:paraId="2A5E8611" w14:textId="77777777" w:rsidR="00E95F5D" w:rsidRPr="00912BEF" w:rsidRDefault="00E95F5D" w:rsidP="0094554D">
            <w:pPr>
              <w:pStyle w:val="columnheadings"/>
            </w:pPr>
            <w:r>
              <w:t>Due Date</w:t>
            </w:r>
          </w:p>
        </w:tc>
      </w:tr>
      <w:tr w:rsidR="00E95F5D" w:rsidRPr="00912BEF" w14:paraId="39F35C0F" w14:textId="77777777" w:rsidTr="00B07339">
        <w:trPr>
          <w:trHeight w:val="285"/>
          <w:jc w:val="center"/>
        </w:trPr>
        <w:tc>
          <w:tcPr>
            <w:tcW w:w="161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3F50963D" w14:textId="77777777" w:rsidR="00E95F5D" w:rsidRPr="00912BEF" w:rsidRDefault="00833C03" w:rsidP="00A119A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N/A</w:t>
            </w:r>
          </w:p>
        </w:tc>
        <w:tc>
          <w:tcPr>
            <w:tcW w:w="105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1A07808" w14:textId="77777777" w:rsidR="00E95F5D" w:rsidRPr="00912BEF" w:rsidRDefault="00833C03" w:rsidP="00A119A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N/A</w:t>
            </w:r>
          </w:p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4298486" w14:textId="77777777" w:rsidR="00E95F5D" w:rsidRPr="00912BEF" w:rsidRDefault="00833C03" w:rsidP="00A119AC">
            <w:pPr>
              <w:rPr>
                <w:lang w:eastAsia="zh-CN"/>
              </w:rPr>
            </w:pPr>
            <w:r>
              <w:rPr>
                <w:lang w:eastAsia="zh-CN"/>
              </w:rPr>
              <w:t>O</w:t>
            </w:r>
            <w:r>
              <w:rPr>
                <w:rFonts w:hint="eastAsia"/>
                <w:lang w:eastAsia="zh-CN"/>
              </w:rPr>
              <w:t xml:space="preserve">nline </w:t>
            </w:r>
          </w:p>
        </w:tc>
        <w:tc>
          <w:tcPr>
            <w:tcW w:w="133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7CDFCAB" w14:textId="77777777" w:rsidR="00E95F5D" w:rsidRPr="00912BEF" w:rsidRDefault="00833C03" w:rsidP="00A119A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Download</w:t>
            </w:r>
          </w:p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4630CDB" w14:textId="77777777" w:rsidR="00E95F5D" w:rsidRPr="00912BEF" w:rsidRDefault="00833C03" w:rsidP="00A119A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7/4/2014</w:t>
            </w:r>
          </w:p>
        </w:tc>
        <w:tc>
          <w:tcPr>
            <w:tcW w:w="141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36F0F424" w14:textId="77777777" w:rsidR="00E95F5D" w:rsidRDefault="00E95F5D" w:rsidP="00A119AC">
            <w:r>
              <w:t>Due on receipt</w:t>
            </w:r>
          </w:p>
        </w:tc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4D2E6F6" w14:textId="77777777" w:rsidR="00E95F5D" w:rsidRPr="00912BEF" w:rsidRDefault="00833C03" w:rsidP="00A119A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7/4/2014</w:t>
            </w:r>
          </w:p>
        </w:tc>
      </w:tr>
      <w:tr w:rsidR="00E95F5D" w:rsidRPr="00912BEF" w14:paraId="7D5D2D23" w14:textId="77777777" w:rsidTr="00B07339">
        <w:trPr>
          <w:trHeight w:val="288"/>
          <w:jc w:val="center"/>
        </w:trPr>
        <w:tc>
          <w:tcPr>
            <w:tcW w:w="9360" w:type="dxa"/>
            <w:gridSpan w:val="1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14:paraId="481F8C7B" w14:textId="77777777" w:rsidR="00E95F5D" w:rsidRPr="00912BEF" w:rsidRDefault="00E95F5D" w:rsidP="002F2777"/>
        </w:tc>
      </w:tr>
      <w:tr w:rsidR="00E95F5D" w:rsidRPr="00912BEF" w14:paraId="127E08ED" w14:textId="77777777" w:rsidTr="00B07339">
        <w:trPr>
          <w:trHeight w:val="288"/>
          <w:jc w:val="center"/>
        </w:trPr>
        <w:tc>
          <w:tcPr>
            <w:tcW w:w="14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tcMar>
              <w:top w:w="29" w:type="dxa"/>
              <w:bottom w:w="29" w:type="dxa"/>
            </w:tcMar>
            <w:vAlign w:val="center"/>
          </w:tcPr>
          <w:p w14:paraId="7A998B7A" w14:textId="77777777" w:rsidR="00E95F5D" w:rsidRPr="00912BEF" w:rsidRDefault="00E95F5D" w:rsidP="006869C1">
            <w:pPr>
              <w:pStyle w:val="columnheadings"/>
            </w:pPr>
            <w:proofErr w:type="spellStart"/>
            <w:r>
              <w:t>Qty</w:t>
            </w:r>
            <w:proofErr w:type="spellEnd"/>
          </w:p>
        </w:tc>
        <w:tc>
          <w:tcPr>
            <w:tcW w:w="143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tcMar>
              <w:top w:w="29" w:type="dxa"/>
              <w:bottom w:w="29" w:type="dxa"/>
            </w:tcMar>
            <w:vAlign w:val="center"/>
          </w:tcPr>
          <w:p w14:paraId="6F88B995" w14:textId="77777777" w:rsidR="00E95F5D" w:rsidRPr="00912BEF" w:rsidRDefault="00E95F5D" w:rsidP="006869C1">
            <w:pPr>
              <w:pStyle w:val="columnheadings"/>
            </w:pPr>
            <w:r>
              <w:t>Item #</w:t>
            </w:r>
          </w:p>
        </w:tc>
        <w:tc>
          <w:tcPr>
            <w:tcW w:w="180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tcMar>
              <w:top w:w="29" w:type="dxa"/>
              <w:bottom w:w="29" w:type="dxa"/>
            </w:tcMar>
            <w:vAlign w:val="center"/>
          </w:tcPr>
          <w:p w14:paraId="6B44897B" w14:textId="77777777" w:rsidR="00E95F5D" w:rsidRPr="00912BEF" w:rsidRDefault="00E95F5D" w:rsidP="006869C1">
            <w:pPr>
              <w:pStyle w:val="columnheadings"/>
            </w:pPr>
            <w:r>
              <w:t>Description</w:t>
            </w:r>
          </w:p>
        </w:tc>
        <w:tc>
          <w:tcPr>
            <w:tcW w:w="155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tcMar>
              <w:top w:w="29" w:type="dxa"/>
              <w:bottom w:w="29" w:type="dxa"/>
            </w:tcMar>
            <w:vAlign w:val="center"/>
          </w:tcPr>
          <w:p w14:paraId="3F5B135E" w14:textId="77777777" w:rsidR="00E95F5D" w:rsidRPr="00912BEF" w:rsidRDefault="00E95F5D" w:rsidP="006869C1">
            <w:pPr>
              <w:pStyle w:val="columnheadings"/>
            </w:pPr>
            <w:r>
              <w:t>Unit Price</w:t>
            </w:r>
          </w:p>
        </w:tc>
        <w:tc>
          <w:tcPr>
            <w:tcW w:w="1686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tcMar>
              <w:top w:w="29" w:type="dxa"/>
              <w:bottom w:w="29" w:type="dxa"/>
            </w:tcMar>
            <w:vAlign w:val="center"/>
          </w:tcPr>
          <w:p w14:paraId="2402D557" w14:textId="77777777" w:rsidR="00E95F5D" w:rsidRPr="00912BEF" w:rsidRDefault="00E95F5D" w:rsidP="006869C1">
            <w:pPr>
              <w:pStyle w:val="columnheadings"/>
            </w:pPr>
            <w:r>
              <w:t>Discount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tcMar>
              <w:top w:w="29" w:type="dxa"/>
              <w:bottom w:w="29" w:type="dxa"/>
            </w:tcMar>
            <w:vAlign w:val="center"/>
          </w:tcPr>
          <w:p w14:paraId="1BBF3C6E" w14:textId="77777777" w:rsidR="00E95F5D" w:rsidRPr="00912BEF" w:rsidRDefault="00E95F5D" w:rsidP="006869C1">
            <w:pPr>
              <w:pStyle w:val="columnheadings"/>
            </w:pPr>
            <w:r>
              <w:t>Line Total</w:t>
            </w:r>
          </w:p>
        </w:tc>
      </w:tr>
      <w:tr w:rsidR="00E95F5D" w:rsidRPr="00912BEF" w14:paraId="1C295DA5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08293216" w14:textId="77777777" w:rsidR="00E95F5D" w:rsidRPr="00912BEF" w:rsidRDefault="00833C03" w:rsidP="00A119A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F731C22" w14:textId="77777777" w:rsidR="00E95F5D" w:rsidRPr="00912BEF" w:rsidRDefault="00833C03" w:rsidP="00A119A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SB2</w:t>
            </w:r>
          </w:p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E0B0948" w14:textId="77777777" w:rsidR="00E95F5D" w:rsidRPr="00833C03" w:rsidRDefault="00833C03" w:rsidP="00A119AC">
            <w:pPr>
              <w:rPr>
                <w:color w:val="0D0D0D" w:themeColor="text1" w:themeTint="F2"/>
              </w:rPr>
            </w:pPr>
            <w:r w:rsidRPr="00833C03">
              <w:rPr>
                <w:rFonts w:ascii="Arial" w:hAnsi="Arial" w:cs="Arial"/>
                <w:b/>
                <w:bCs/>
                <w:color w:val="0D0D0D" w:themeColor="text1" w:themeTint="F2"/>
                <w:szCs w:val="36"/>
              </w:rPr>
              <w:t>JJ's anti-virus protection 3 years pack for 1 computer</w:t>
            </w:r>
          </w:p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3870138E" w14:textId="77777777" w:rsidR="00E95F5D" w:rsidRPr="00912BEF" w:rsidRDefault="00833C03" w:rsidP="00A119AC">
            <w:pPr>
              <w:pStyle w:val="Amoun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249.95</w:t>
            </w: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3EAB06ED" w14:textId="77777777" w:rsidR="00E95F5D" w:rsidRPr="00912BEF" w:rsidRDefault="00833C03" w:rsidP="00A119AC">
            <w:pPr>
              <w:pStyle w:val="Amoun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NA</w:t>
            </w: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423591DB" w14:textId="77777777" w:rsidR="00E95F5D" w:rsidRPr="00912BEF" w:rsidRDefault="00833C03" w:rsidP="00A119AC">
            <w:pPr>
              <w:pStyle w:val="Amoun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249.95</w:t>
            </w:r>
          </w:p>
        </w:tc>
      </w:tr>
      <w:tr w:rsidR="00E95F5D" w:rsidRPr="00912BEF" w14:paraId="018607C4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79FA49AC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1E9374F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AFB93DD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606447AC" w14:textId="77777777" w:rsidR="00E95F5D" w:rsidRPr="00912BEF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021E68C8" w14:textId="77777777" w:rsidR="00E95F5D" w:rsidRPr="00912BEF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63A66538" w14:textId="77777777" w:rsidR="00E95F5D" w:rsidRPr="00912BEF" w:rsidRDefault="00E95F5D" w:rsidP="00A119AC">
            <w:pPr>
              <w:pStyle w:val="Amount"/>
            </w:pPr>
          </w:p>
        </w:tc>
      </w:tr>
      <w:tr w:rsidR="00E95F5D" w:rsidRPr="00912BEF" w14:paraId="758239BA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0DE49C55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64E3037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09C69F6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1B99D880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78136549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1B21A9F7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48899CDD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1FED7BF9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4B9CC68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6E3A087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35922081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41F5B6F3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0A786A10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6B6EEFDC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625394D6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3B81CBAE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7D6FA84D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3F9886DC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597A8D8C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4D9515B7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1B66765E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19F4B7B8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38DDCA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A18752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2BD10EB6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0E2E1F42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1A71D0DD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6FD82141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44D7C3F2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48505EA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E40A42C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30E6EE5F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265389CE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6DDA6EC3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55E72798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5180A28A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EE85F93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3A76344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079811E1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6FF2A6F9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4AFC8E2D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37C4561C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1FE6C47E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730CDA2E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F1B10B2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5C5C4B6A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5BC5F7AD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54BB7D57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4311B1D4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02285268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FEE1847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C2633FC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70A5335E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0CB0A1C6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6F3AEFE2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78B20592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18DFEE41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1C3FE17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36F7A753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55DAF55D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4C03E54C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4C807FC2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36CF9E0C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608CB8E9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19E9AB0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A115D3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1ACF08DC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1393A529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2233C314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039CFDF0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55EF0CA6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EC5116C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793A4342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4B3331D0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060AD5B4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68B50566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023AD630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38C69889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5D68A06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79E23F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18E94B1A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48F2F179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2B269550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2F1B1B3E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2637A4CA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3FB99973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E40A6DF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214E878A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5CB27A65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460E568C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0368F454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3DF0DFF5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CC89F3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DD52837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65747FE6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415B840E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6EE5DD55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77D64066" w14:textId="77777777" w:rsidTr="00B07339">
        <w:trPr>
          <w:trHeight w:val="285"/>
          <w:jc w:val="center"/>
        </w:trPr>
        <w:tc>
          <w:tcPr>
            <w:tcW w:w="1439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6C71E419" w14:textId="77777777" w:rsidR="00E95F5D" w:rsidRPr="00912BEF" w:rsidRDefault="00E95F5D" w:rsidP="00A119AC"/>
        </w:tc>
        <w:tc>
          <w:tcPr>
            <w:tcW w:w="1438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8488C04" w14:textId="77777777" w:rsidR="00E95F5D" w:rsidRPr="00912BEF" w:rsidRDefault="00E95F5D" w:rsidP="00A119AC"/>
        </w:tc>
        <w:tc>
          <w:tcPr>
            <w:tcW w:w="1803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23055E3" w14:textId="77777777" w:rsidR="00E95F5D" w:rsidRPr="00912BEF" w:rsidRDefault="00E95F5D" w:rsidP="00A119AC"/>
        </w:tc>
        <w:tc>
          <w:tcPr>
            <w:tcW w:w="1554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535BB689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686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00769425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601DF1E8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3E3B2196" w14:textId="77777777" w:rsidTr="00B07339">
        <w:trPr>
          <w:trHeight w:val="285"/>
          <w:jc w:val="center"/>
        </w:trPr>
        <w:tc>
          <w:tcPr>
            <w:tcW w:w="6234" w:type="dxa"/>
            <w:gridSpan w:val="11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71717CAB" w14:textId="77777777" w:rsidR="00E95F5D" w:rsidRPr="00A119AC" w:rsidRDefault="00E95F5D" w:rsidP="00A119AC">
            <w:pPr>
              <w:pStyle w:val="labels"/>
            </w:pPr>
            <w:r>
              <w:t>Total Discount</w:t>
            </w:r>
          </w:p>
        </w:tc>
        <w:tc>
          <w:tcPr>
            <w:tcW w:w="1686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3F3"/>
            <w:tcMar>
              <w:right w:w="216" w:type="dxa"/>
            </w:tcMar>
            <w:vAlign w:val="center"/>
          </w:tcPr>
          <w:p w14:paraId="29C89074" w14:textId="77777777" w:rsidR="00E95F5D" w:rsidRPr="00A119AC" w:rsidRDefault="00E95F5D" w:rsidP="00A119AC">
            <w:pPr>
              <w:pStyle w:val="Amount"/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3F3"/>
            <w:tcMar>
              <w:right w:w="216" w:type="dxa"/>
            </w:tcMar>
            <w:vAlign w:val="center"/>
          </w:tcPr>
          <w:p w14:paraId="0E5A6E03" w14:textId="77777777" w:rsidR="00E95F5D" w:rsidRPr="00A119AC" w:rsidRDefault="00E95F5D" w:rsidP="00A119AC">
            <w:pPr>
              <w:pStyle w:val="Amount"/>
            </w:pPr>
          </w:p>
        </w:tc>
      </w:tr>
      <w:tr w:rsidR="00E95F5D" w:rsidRPr="00912BEF" w14:paraId="70221004" w14:textId="77777777" w:rsidTr="00B07339">
        <w:trPr>
          <w:trHeight w:val="285"/>
          <w:jc w:val="center"/>
        </w:trPr>
        <w:tc>
          <w:tcPr>
            <w:tcW w:w="7920" w:type="dxa"/>
            <w:gridSpan w:val="14"/>
            <w:tcBorders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7D844FAE" w14:textId="77777777" w:rsidR="00E95F5D" w:rsidRPr="00A119AC" w:rsidRDefault="00E95F5D" w:rsidP="00A119AC">
            <w:pPr>
              <w:pStyle w:val="labels"/>
            </w:pPr>
            <w:r>
              <w:t>Subtotal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57F1BE65" w14:textId="77777777" w:rsidR="00E95F5D" w:rsidRPr="00A119AC" w:rsidRDefault="00833C03" w:rsidP="00A119AC">
            <w:pPr>
              <w:pStyle w:val="Amoun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249.95</w:t>
            </w:r>
          </w:p>
        </w:tc>
      </w:tr>
      <w:tr w:rsidR="00E95F5D" w:rsidRPr="00912BEF" w14:paraId="6097AC7E" w14:textId="77777777" w:rsidTr="00B07339">
        <w:trPr>
          <w:trHeight w:val="285"/>
          <w:jc w:val="center"/>
        </w:trPr>
        <w:tc>
          <w:tcPr>
            <w:tcW w:w="7920" w:type="dxa"/>
            <w:gridSpan w:val="14"/>
            <w:tcBorders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65CD55CC" w14:textId="77777777" w:rsidR="00E95F5D" w:rsidRPr="00A119AC" w:rsidRDefault="00E95F5D" w:rsidP="00A119AC">
            <w:pPr>
              <w:pStyle w:val="labels"/>
            </w:pPr>
            <w:r>
              <w:t>Sales Tax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3F3"/>
            <w:tcMar>
              <w:right w:w="216" w:type="dxa"/>
            </w:tcMar>
            <w:vAlign w:val="center"/>
          </w:tcPr>
          <w:p w14:paraId="11616621" w14:textId="77777777" w:rsidR="00E95F5D" w:rsidRPr="00A119AC" w:rsidRDefault="00833C03" w:rsidP="00A119AC">
            <w:pPr>
              <w:pStyle w:val="Amoun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20</w:t>
            </w:r>
            <w:r>
              <w:rPr>
                <w:rFonts w:hint="eastAsia"/>
                <w:lang w:eastAsia="zh-CN"/>
              </w:rPr>
              <w:t>．</w:t>
            </w:r>
            <w:r>
              <w:rPr>
                <w:rFonts w:hint="eastAsia"/>
                <w:lang w:eastAsia="zh-CN"/>
              </w:rPr>
              <w:t>5</w:t>
            </w:r>
          </w:p>
        </w:tc>
      </w:tr>
      <w:tr w:rsidR="00E95F5D" w:rsidRPr="00912BEF" w14:paraId="09B49212" w14:textId="77777777" w:rsidTr="00B07339">
        <w:trPr>
          <w:trHeight w:val="285"/>
          <w:jc w:val="center"/>
        </w:trPr>
        <w:tc>
          <w:tcPr>
            <w:tcW w:w="7920" w:type="dxa"/>
            <w:gridSpan w:val="14"/>
            <w:tcBorders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35C159EE" w14:textId="77777777" w:rsidR="00E95F5D" w:rsidRPr="00A119AC" w:rsidRDefault="00E95F5D" w:rsidP="00A119AC">
            <w:pPr>
              <w:pStyle w:val="labels"/>
            </w:pPr>
            <w:r>
              <w:t>Total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55A3D87A" w14:textId="77777777" w:rsidR="00E95F5D" w:rsidRPr="00A119AC" w:rsidRDefault="00833C03" w:rsidP="00A119AC">
            <w:pPr>
              <w:pStyle w:val="Amoun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270.45</w:t>
            </w:r>
          </w:p>
        </w:tc>
      </w:tr>
      <w:tr w:rsidR="00E95F5D" w:rsidRPr="00912BEF" w14:paraId="0EC4F8F6" w14:textId="77777777">
        <w:trPr>
          <w:trHeight w:val="800"/>
          <w:jc w:val="center"/>
        </w:trPr>
        <w:tc>
          <w:tcPr>
            <w:tcW w:w="1618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 w14:paraId="6F547688" w14:textId="3CA36467" w:rsidR="00E95F5D" w:rsidRDefault="00757733" w:rsidP="002F2777">
            <w:r>
              <w:rPr>
                <w:noProof/>
                <w:lang w:eastAsia="zh-CN"/>
              </w:rPr>
              <w:drawing>
                <wp:inline distT="0" distB="0" distL="0" distR="0" wp14:anchorId="634F9E28" wp14:editId="06B74ED2">
                  <wp:extent cx="881380" cy="844127"/>
                  <wp:effectExtent l="0" t="0" r="762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_icon.jpg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380" cy="844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31673208"/>
            <w:placeholder>
              <w:docPart w:val="B9B4EA6302B3874389915DA5E02C0FE0"/>
            </w:placeholder>
            <w:showingPlcHdr/>
          </w:sdtPr>
          <w:sdtEndPr/>
          <w:sdtContent>
            <w:tc>
              <w:tcPr>
                <w:tcW w:w="3062" w:type="dxa"/>
                <w:gridSpan w:val="6"/>
                <w:shd w:val="clear" w:color="auto" w:fill="FFFFFF"/>
                <w:vAlign w:val="bottom"/>
              </w:tcPr>
              <w:p w14:paraId="16542FE0" w14:textId="53C64004" w:rsidR="00E95F5D" w:rsidRDefault="001737CF" w:rsidP="00833C03">
                <w:pPr>
                  <w:pStyle w:val="slogan"/>
                </w:pPr>
                <w:r>
                  <w:rPr>
                    <w:rStyle w:val="a5"/>
                  </w:rPr>
                  <w:t>[Your company slogan]</w:t>
                </w:r>
              </w:p>
            </w:tc>
          </w:sdtContent>
        </w:sdt>
        <w:tc>
          <w:tcPr>
            <w:tcW w:w="4680" w:type="dxa"/>
            <w:gridSpan w:val="8"/>
            <w:shd w:val="clear" w:color="auto" w:fill="FFFFFF"/>
            <w:vAlign w:val="center"/>
          </w:tcPr>
          <w:p w14:paraId="36BD7094" w14:textId="77777777" w:rsidR="00E95F5D" w:rsidRDefault="00E95F5D" w:rsidP="00833C03">
            <w:pPr>
              <w:pStyle w:val="lowertext"/>
              <w:wordWrap w:val="0"/>
            </w:pPr>
            <w:r>
              <w:t xml:space="preserve">Make all checks payable to </w:t>
            </w:r>
            <w:sdt>
              <w:sdtPr>
                <w:id w:val="631673210"/>
                <w:placeholder>
                  <w:docPart w:val="F4AAB1EBA920654C9657ADB60DA129B0"/>
                </w:placeholder>
              </w:sdtPr>
              <w:sdtEndPr/>
              <w:sdtContent>
                <w:proofErr w:type="spellStart"/>
                <w:r w:rsidR="00833C03">
                  <w:rPr>
                    <w:rFonts w:hint="eastAsia"/>
                    <w:lang w:eastAsia="zh-CN"/>
                  </w:rPr>
                  <w:t>Mr</w:t>
                </w:r>
                <w:proofErr w:type="spellEnd"/>
                <w:r w:rsidR="00833C03">
                  <w:rPr>
                    <w:rFonts w:hint="eastAsia"/>
                    <w:lang w:eastAsia="zh-CN"/>
                  </w:rPr>
                  <w:t xml:space="preserve"> JJ</w:t>
                </w:r>
                <w:r w:rsidR="00833C03">
                  <w:rPr>
                    <w:lang w:eastAsia="zh-CN"/>
                  </w:rPr>
                  <w:t>’</w:t>
                </w:r>
                <w:r w:rsidR="00833C03">
                  <w:rPr>
                    <w:rFonts w:hint="eastAsia"/>
                    <w:lang w:eastAsia="zh-CN"/>
                  </w:rPr>
                  <w:t>s</w:t>
                </w:r>
              </w:sdtContent>
            </w:sdt>
          </w:p>
          <w:p w14:paraId="1C94AD31" w14:textId="77777777" w:rsidR="00E95F5D" w:rsidRPr="001C2122" w:rsidRDefault="00E95F5D" w:rsidP="00E738A6">
            <w:pPr>
              <w:pStyle w:val="thankyou"/>
            </w:pPr>
            <w:r w:rsidRPr="00F01E9A">
              <w:t>Thank you for your business!</w:t>
            </w:r>
          </w:p>
        </w:tc>
      </w:tr>
    </w:tbl>
    <w:p w14:paraId="358FA5C6" w14:textId="77777777" w:rsidR="007F5BB3" w:rsidRDefault="007F5BB3" w:rsidP="00C41844"/>
    <w:sectPr w:rsidR="007F5BB3" w:rsidSect="0094554D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9DF"/>
    <w:rsid w:val="00010191"/>
    <w:rsid w:val="00024856"/>
    <w:rsid w:val="00046787"/>
    <w:rsid w:val="00061BE1"/>
    <w:rsid w:val="000653AC"/>
    <w:rsid w:val="000D6448"/>
    <w:rsid w:val="000E042A"/>
    <w:rsid w:val="000F6B47"/>
    <w:rsid w:val="000F7D4F"/>
    <w:rsid w:val="0010556E"/>
    <w:rsid w:val="001119DF"/>
    <w:rsid w:val="00130F5B"/>
    <w:rsid w:val="00140EA0"/>
    <w:rsid w:val="001553FA"/>
    <w:rsid w:val="00161DB3"/>
    <w:rsid w:val="001737CF"/>
    <w:rsid w:val="00181917"/>
    <w:rsid w:val="001B4F7A"/>
    <w:rsid w:val="001B70FF"/>
    <w:rsid w:val="001F0F9F"/>
    <w:rsid w:val="002025E8"/>
    <w:rsid w:val="00202E66"/>
    <w:rsid w:val="00227D2A"/>
    <w:rsid w:val="00237E66"/>
    <w:rsid w:val="002523E9"/>
    <w:rsid w:val="00297A63"/>
    <w:rsid w:val="002D128D"/>
    <w:rsid w:val="002F2777"/>
    <w:rsid w:val="002F6035"/>
    <w:rsid w:val="00304275"/>
    <w:rsid w:val="003055DC"/>
    <w:rsid w:val="00311C97"/>
    <w:rsid w:val="00320771"/>
    <w:rsid w:val="003272DA"/>
    <w:rsid w:val="00385176"/>
    <w:rsid w:val="003B7E7B"/>
    <w:rsid w:val="003E5FCD"/>
    <w:rsid w:val="003F39DF"/>
    <w:rsid w:val="004077A8"/>
    <w:rsid w:val="00441785"/>
    <w:rsid w:val="00442CDA"/>
    <w:rsid w:val="00446C27"/>
    <w:rsid w:val="004471ED"/>
    <w:rsid w:val="0045588D"/>
    <w:rsid w:val="00455F93"/>
    <w:rsid w:val="00493979"/>
    <w:rsid w:val="004F202D"/>
    <w:rsid w:val="005209B5"/>
    <w:rsid w:val="00521569"/>
    <w:rsid w:val="0057647C"/>
    <w:rsid w:val="00577677"/>
    <w:rsid w:val="005847BB"/>
    <w:rsid w:val="005865E7"/>
    <w:rsid w:val="005F3BA8"/>
    <w:rsid w:val="00600046"/>
    <w:rsid w:val="00646D51"/>
    <w:rsid w:val="006869C1"/>
    <w:rsid w:val="0069656F"/>
    <w:rsid w:val="006A7C63"/>
    <w:rsid w:val="006F3C33"/>
    <w:rsid w:val="00704C33"/>
    <w:rsid w:val="00705D71"/>
    <w:rsid w:val="007275BF"/>
    <w:rsid w:val="0073501C"/>
    <w:rsid w:val="00750613"/>
    <w:rsid w:val="00757733"/>
    <w:rsid w:val="00776BCB"/>
    <w:rsid w:val="007B38EB"/>
    <w:rsid w:val="007F242B"/>
    <w:rsid w:val="007F5BB3"/>
    <w:rsid w:val="008171B1"/>
    <w:rsid w:val="00820427"/>
    <w:rsid w:val="00833C03"/>
    <w:rsid w:val="00886B28"/>
    <w:rsid w:val="008C58CA"/>
    <w:rsid w:val="008C5A0E"/>
    <w:rsid w:val="008D1664"/>
    <w:rsid w:val="008E45DF"/>
    <w:rsid w:val="008E5F43"/>
    <w:rsid w:val="00912BEF"/>
    <w:rsid w:val="0094554D"/>
    <w:rsid w:val="00953D43"/>
    <w:rsid w:val="00954EF9"/>
    <w:rsid w:val="00955153"/>
    <w:rsid w:val="009977F7"/>
    <w:rsid w:val="009B3608"/>
    <w:rsid w:val="009B6CF5"/>
    <w:rsid w:val="009C1CA5"/>
    <w:rsid w:val="009C28E3"/>
    <w:rsid w:val="009D7158"/>
    <w:rsid w:val="009F4D11"/>
    <w:rsid w:val="00A119AC"/>
    <w:rsid w:val="00A27EC3"/>
    <w:rsid w:val="00A42A8C"/>
    <w:rsid w:val="00A472D4"/>
    <w:rsid w:val="00A50CC1"/>
    <w:rsid w:val="00A5177E"/>
    <w:rsid w:val="00A54A6E"/>
    <w:rsid w:val="00A63377"/>
    <w:rsid w:val="00A87BAC"/>
    <w:rsid w:val="00A908B1"/>
    <w:rsid w:val="00AD1385"/>
    <w:rsid w:val="00AD6E6B"/>
    <w:rsid w:val="00B07339"/>
    <w:rsid w:val="00B36453"/>
    <w:rsid w:val="00BE0AE9"/>
    <w:rsid w:val="00BF5438"/>
    <w:rsid w:val="00C040D7"/>
    <w:rsid w:val="00C41844"/>
    <w:rsid w:val="00C50F0E"/>
    <w:rsid w:val="00C54AE4"/>
    <w:rsid w:val="00CA1C8D"/>
    <w:rsid w:val="00CA2202"/>
    <w:rsid w:val="00CB2C8A"/>
    <w:rsid w:val="00CC1DC3"/>
    <w:rsid w:val="00CD3C2A"/>
    <w:rsid w:val="00D00A06"/>
    <w:rsid w:val="00D52530"/>
    <w:rsid w:val="00D719AB"/>
    <w:rsid w:val="00D824D4"/>
    <w:rsid w:val="00DB6D0A"/>
    <w:rsid w:val="00DF1EAB"/>
    <w:rsid w:val="00E020A7"/>
    <w:rsid w:val="00E056A0"/>
    <w:rsid w:val="00E2150E"/>
    <w:rsid w:val="00E215DD"/>
    <w:rsid w:val="00E47F00"/>
    <w:rsid w:val="00E51FBA"/>
    <w:rsid w:val="00E52614"/>
    <w:rsid w:val="00E64F22"/>
    <w:rsid w:val="00E71F6E"/>
    <w:rsid w:val="00E722D5"/>
    <w:rsid w:val="00E738A6"/>
    <w:rsid w:val="00E73C15"/>
    <w:rsid w:val="00E75D9D"/>
    <w:rsid w:val="00E95F5D"/>
    <w:rsid w:val="00E97E88"/>
    <w:rsid w:val="00EB1883"/>
    <w:rsid w:val="00EB4F05"/>
    <w:rsid w:val="00ED5BBA"/>
    <w:rsid w:val="00F006F7"/>
    <w:rsid w:val="00F01A65"/>
    <w:rsid w:val="00F01E9A"/>
    <w:rsid w:val="00F4184E"/>
    <w:rsid w:val="00F56369"/>
    <w:rsid w:val="00F77FBF"/>
    <w:rsid w:val="00FE069C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 fillcolor="white">
      <v:fill color="white"/>
      <o:colormru v:ext="edit" colors="#f9faf0,#ddd,#627e9c"/>
    </o:shapedefaults>
    <o:shapelayout v:ext="edit">
      <o:idmap v:ext="edit" data="1"/>
    </o:shapelayout>
  </w:shapeDefaults>
  <w:decimalSymbol w:val="."/>
  <w:listSeparator w:val=","/>
  <w14:docId w14:val="3035A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339"/>
    <w:rPr>
      <w:rFonts w:asciiTheme="minorHAnsi" w:hAnsiTheme="minorHAnsi"/>
      <w:sz w:val="14"/>
      <w:szCs w:val="14"/>
    </w:rPr>
  </w:style>
  <w:style w:type="paragraph" w:styleId="1">
    <w:name w:val="heading 1"/>
    <w:basedOn w:val="a"/>
    <w:next w:val="a"/>
    <w:autoRedefine/>
    <w:qFormat/>
    <w:rsid w:val="00B07339"/>
    <w:pPr>
      <w:keepNext/>
      <w:outlineLvl w:val="0"/>
    </w:pPr>
    <w:rPr>
      <w:rFonts w:asciiTheme="majorHAnsi" w:hAnsiTheme="majorHAnsi" w:cs="Arial"/>
      <w:bCs/>
      <w:caps/>
      <w:color w:val="BFBFBF" w:themeColor="background1" w:themeShade="BF"/>
      <w:kern w:val="44"/>
      <w:sz w:val="64"/>
      <w:szCs w:val="64"/>
    </w:rPr>
  </w:style>
  <w:style w:type="paragraph" w:styleId="2">
    <w:name w:val="heading 2"/>
    <w:basedOn w:val="a"/>
    <w:next w:val="a"/>
    <w:qFormat/>
    <w:rsid w:val="00B07339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07339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mount">
    <w:name w:val="Amount"/>
    <w:basedOn w:val="a"/>
    <w:rsid w:val="004077A8"/>
    <w:pPr>
      <w:jc w:val="right"/>
    </w:pPr>
  </w:style>
  <w:style w:type="paragraph" w:customStyle="1" w:styleId="DateandNumber">
    <w:name w:val="Date and Number"/>
    <w:basedOn w:val="a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B07339"/>
    <w:pPr>
      <w:jc w:val="left"/>
    </w:pPr>
    <w:rPr>
      <w:color w:val="F2F2F2" w:themeColor="background1" w:themeShade="F2"/>
      <w:sz w:val="13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lowertext">
    <w:name w:val="lower text"/>
    <w:basedOn w:val="a"/>
    <w:rsid w:val="004077A8"/>
    <w:pPr>
      <w:spacing w:before="480"/>
      <w:jc w:val="right"/>
    </w:pPr>
    <w:rPr>
      <w:szCs w:val="16"/>
    </w:rPr>
  </w:style>
  <w:style w:type="character" w:customStyle="1" w:styleId="thankyouChar">
    <w:name w:val="thank you Char"/>
    <w:basedOn w:val="a0"/>
    <w:link w:val="thankyou"/>
    <w:rsid w:val="00B07339"/>
    <w:rPr>
      <w:rFonts w:asciiTheme="minorHAnsi" w:hAnsiTheme="minorHAnsi"/>
      <w:b/>
      <w:i/>
      <w:color w:val="4B7B8A" w:themeColor="accent1" w:themeShade="BF"/>
      <w:szCs w:val="22"/>
    </w:rPr>
  </w:style>
  <w:style w:type="paragraph" w:customStyle="1" w:styleId="slogan">
    <w:name w:val="slogan"/>
    <w:basedOn w:val="a"/>
    <w:rsid w:val="00B07339"/>
    <w:pPr>
      <w:outlineLvl w:val="2"/>
    </w:pPr>
    <w:rPr>
      <w:i/>
      <w:spacing w:val="4"/>
      <w:szCs w:val="18"/>
    </w:rPr>
  </w:style>
  <w:style w:type="paragraph" w:customStyle="1" w:styleId="headingright">
    <w:name w:val="heading right"/>
    <w:basedOn w:val="a"/>
    <w:rsid w:val="00B07339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customStyle="1" w:styleId="thankyou">
    <w:name w:val="thank you"/>
    <w:basedOn w:val="a"/>
    <w:link w:val="thankyouChar"/>
    <w:autoRedefine/>
    <w:rsid w:val="00B07339"/>
    <w:pPr>
      <w:spacing w:before="100"/>
      <w:jc w:val="right"/>
    </w:pPr>
    <w:rPr>
      <w:b/>
      <w:i/>
      <w:color w:val="4B7B8A" w:themeColor="accent1" w:themeShade="BF"/>
      <w:sz w:val="20"/>
      <w:szCs w:val="22"/>
    </w:rPr>
  </w:style>
  <w:style w:type="paragraph" w:customStyle="1" w:styleId="labels">
    <w:name w:val="labels"/>
    <w:basedOn w:val="a"/>
    <w:rsid w:val="00B07339"/>
    <w:pPr>
      <w:jc w:val="right"/>
      <w:outlineLvl w:val="1"/>
    </w:pPr>
    <w:rPr>
      <w:b/>
      <w:i/>
      <w:spacing w:val="40"/>
    </w:rPr>
  </w:style>
  <w:style w:type="paragraph" w:customStyle="1" w:styleId="rightalignedtext">
    <w:name w:val="right aligned text"/>
    <w:basedOn w:val="a"/>
    <w:rsid w:val="004077A8"/>
    <w:pPr>
      <w:spacing w:line="240" w:lineRule="atLeast"/>
      <w:jc w:val="right"/>
    </w:pPr>
    <w:rPr>
      <w:szCs w:val="16"/>
    </w:rPr>
  </w:style>
  <w:style w:type="paragraph" w:styleId="a3">
    <w:name w:val="Balloon Text"/>
    <w:basedOn w:val="a"/>
    <w:link w:val="a4"/>
    <w:rsid w:val="00F4184E"/>
    <w:rPr>
      <w:rFonts w:ascii="Tahoma" w:hAnsi="Tahoma" w:cs="Tahoma"/>
      <w:sz w:val="16"/>
      <w:szCs w:val="16"/>
    </w:rPr>
  </w:style>
  <w:style w:type="character" w:customStyle="1" w:styleId="a4">
    <w:name w:val="批注框文本字符"/>
    <w:basedOn w:val="a0"/>
    <w:link w:val="a3"/>
    <w:rsid w:val="00F4184E"/>
    <w:rPr>
      <w:rFonts w:ascii="Tahoma" w:hAnsi="Tahoma" w:cs="Tahoma"/>
      <w:color w:val="000000"/>
      <w:sz w:val="16"/>
      <w:szCs w:val="16"/>
    </w:rPr>
  </w:style>
  <w:style w:type="character" w:styleId="a5">
    <w:name w:val="Placeholder Text"/>
    <w:basedOn w:val="a0"/>
    <w:uiPriority w:val="99"/>
    <w:semiHidden/>
    <w:rsid w:val="00B07339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339"/>
    <w:rPr>
      <w:rFonts w:asciiTheme="minorHAnsi" w:hAnsiTheme="minorHAnsi"/>
      <w:sz w:val="14"/>
      <w:szCs w:val="14"/>
    </w:rPr>
  </w:style>
  <w:style w:type="paragraph" w:styleId="1">
    <w:name w:val="heading 1"/>
    <w:basedOn w:val="a"/>
    <w:next w:val="a"/>
    <w:autoRedefine/>
    <w:qFormat/>
    <w:rsid w:val="00B07339"/>
    <w:pPr>
      <w:keepNext/>
      <w:outlineLvl w:val="0"/>
    </w:pPr>
    <w:rPr>
      <w:rFonts w:asciiTheme="majorHAnsi" w:hAnsiTheme="majorHAnsi" w:cs="Arial"/>
      <w:bCs/>
      <w:caps/>
      <w:color w:val="BFBFBF" w:themeColor="background1" w:themeShade="BF"/>
      <w:kern w:val="44"/>
      <w:sz w:val="64"/>
      <w:szCs w:val="64"/>
    </w:rPr>
  </w:style>
  <w:style w:type="paragraph" w:styleId="2">
    <w:name w:val="heading 2"/>
    <w:basedOn w:val="a"/>
    <w:next w:val="a"/>
    <w:qFormat/>
    <w:rsid w:val="00B07339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07339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mount">
    <w:name w:val="Amount"/>
    <w:basedOn w:val="a"/>
    <w:rsid w:val="004077A8"/>
    <w:pPr>
      <w:jc w:val="right"/>
    </w:pPr>
  </w:style>
  <w:style w:type="paragraph" w:customStyle="1" w:styleId="DateandNumber">
    <w:name w:val="Date and Number"/>
    <w:basedOn w:val="a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B07339"/>
    <w:pPr>
      <w:jc w:val="left"/>
    </w:pPr>
    <w:rPr>
      <w:color w:val="F2F2F2" w:themeColor="background1" w:themeShade="F2"/>
      <w:sz w:val="13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lowertext">
    <w:name w:val="lower text"/>
    <w:basedOn w:val="a"/>
    <w:rsid w:val="004077A8"/>
    <w:pPr>
      <w:spacing w:before="480"/>
      <w:jc w:val="right"/>
    </w:pPr>
    <w:rPr>
      <w:szCs w:val="16"/>
    </w:rPr>
  </w:style>
  <w:style w:type="character" w:customStyle="1" w:styleId="thankyouChar">
    <w:name w:val="thank you Char"/>
    <w:basedOn w:val="a0"/>
    <w:link w:val="thankyou"/>
    <w:rsid w:val="00B07339"/>
    <w:rPr>
      <w:rFonts w:asciiTheme="minorHAnsi" w:hAnsiTheme="minorHAnsi"/>
      <w:b/>
      <w:i/>
      <w:color w:val="4B7B8A" w:themeColor="accent1" w:themeShade="BF"/>
      <w:szCs w:val="22"/>
    </w:rPr>
  </w:style>
  <w:style w:type="paragraph" w:customStyle="1" w:styleId="slogan">
    <w:name w:val="slogan"/>
    <w:basedOn w:val="a"/>
    <w:rsid w:val="00B07339"/>
    <w:pPr>
      <w:outlineLvl w:val="2"/>
    </w:pPr>
    <w:rPr>
      <w:i/>
      <w:spacing w:val="4"/>
      <w:szCs w:val="18"/>
    </w:rPr>
  </w:style>
  <w:style w:type="paragraph" w:customStyle="1" w:styleId="headingright">
    <w:name w:val="heading right"/>
    <w:basedOn w:val="a"/>
    <w:rsid w:val="00B07339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customStyle="1" w:styleId="thankyou">
    <w:name w:val="thank you"/>
    <w:basedOn w:val="a"/>
    <w:link w:val="thankyouChar"/>
    <w:autoRedefine/>
    <w:rsid w:val="00B07339"/>
    <w:pPr>
      <w:spacing w:before="100"/>
      <w:jc w:val="right"/>
    </w:pPr>
    <w:rPr>
      <w:b/>
      <w:i/>
      <w:color w:val="4B7B8A" w:themeColor="accent1" w:themeShade="BF"/>
      <w:sz w:val="20"/>
      <w:szCs w:val="22"/>
    </w:rPr>
  </w:style>
  <w:style w:type="paragraph" w:customStyle="1" w:styleId="labels">
    <w:name w:val="labels"/>
    <w:basedOn w:val="a"/>
    <w:rsid w:val="00B07339"/>
    <w:pPr>
      <w:jc w:val="right"/>
      <w:outlineLvl w:val="1"/>
    </w:pPr>
    <w:rPr>
      <w:b/>
      <w:i/>
      <w:spacing w:val="40"/>
    </w:rPr>
  </w:style>
  <w:style w:type="paragraph" w:customStyle="1" w:styleId="rightalignedtext">
    <w:name w:val="right aligned text"/>
    <w:basedOn w:val="a"/>
    <w:rsid w:val="004077A8"/>
    <w:pPr>
      <w:spacing w:line="240" w:lineRule="atLeast"/>
      <w:jc w:val="right"/>
    </w:pPr>
    <w:rPr>
      <w:szCs w:val="16"/>
    </w:rPr>
  </w:style>
  <w:style w:type="paragraph" w:styleId="a3">
    <w:name w:val="Balloon Text"/>
    <w:basedOn w:val="a"/>
    <w:link w:val="a4"/>
    <w:rsid w:val="00F4184E"/>
    <w:rPr>
      <w:rFonts w:ascii="Tahoma" w:hAnsi="Tahoma" w:cs="Tahoma"/>
      <w:sz w:val="16"/>
      <w:szCs w:val="16"/>
    </w:rPr>
  </w:style>
  <w:style w:type="character" w:customStyle="1" w:styleId="a4">
    <w:name w:val="批注框文本字符"/>
    <w:basedOn w:val="a0"/>
    <w:link w:val="a3"/>
    <w:rsid w:val="00F4184E"/>
    <w:rPr>
      <w:rFonts w:ascii="Tahoma" w:hAnsi="Tahoma" w:cs="Tahoma"/>
      <w:color w:val="000000"/>
      <w:sz w:val="16"/>
      <w:szCs w:val="16"/>
    </w:rPr>
  </w:style>
  <w:style w:type="character" w:styleId="a5">
    <w:name w:val="Placeholder Text"/>
    <w:basedOn w:val="a0"/>
    <w:uiPriority w:val="99"/>
    <w:semiHidden/>
    <w:rsid w:val="00B073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andragollan:Downloads:TS0103747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3A9D0E3E38BD94AA495AF35E4CA1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E38AE-5A72-0E47-A373-09EC0590CE6C}"/>
      </w:docPartPr>
      <w:docPartBody>
        <w:p w:rsidR="00414C44" w:rsidRDefault="00414C44">
          <w:pPr>
            <w:pStyle w:val="A3A9D0E3E38BD94AA495AF35E4CA165E"/>
          </w:pPr>
          <w:r>
            <w:rPr>
              <w:rStyle w:val="a3"/>
            </w:rPr>
            <w:t>[Enter a Date]</w:t>
          </w:r>
        </w:p>
      </w:docPartBody>
    </w:docPart>
    <w:docPart>
      <w:docPartPr>
        <w:name w:val="9E95E14F81EC7E4EB13533A2DF03F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A5EA3-C17B-AA4C-8C12-7E43D52D0E5A}"/>
      </w:docPartPr>
      <w:docPartBody>
        <w:p w:rsidR="00414C44" w:rsidRDefault="00414C44">
          <w:pPr>
            <w:pStyle w:val="9E95E14F81EC7E4EB13533A2DF03F0D3"/>
          </w:pPr>
          <w:r>
            <w:rPr>
              <w:rStyle w:val="a3"/>
            </w:rPr>
            <w:t>[100]</w:t>
          </w:r>
        </w:p>
      </w:docPartBody>
    </w:docPart>
    <w:docPart>
      <w:docPartPr>
        <w:name w:val="09E19CE3E3D02A47890A173D1F4B4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2F91D-3D33-2742-AD27-1AACE2438943}"/>
      </w:docPartPr>
      <w:docPartBody>
        <w:p w:rsidR="00414C44" w:rsidRDefault="00414C44">
          <w:pPr>
            <w:pStyle w:val="09E19CE3E3D02A47890A173D1F4B48EB"/>
          </w:pPr>
          <w:r w:rsidRPr="00B07339">
            <w:rPr>
              <w:rStyle w:val="a3"/>
            </w:rPr>
            <w:t>[Your Company Name]</w:t>
          </w:r>
        </w:p>
      </w:docPartBody>
    </w:docPart>
    <w:docPart>
      <w:docPartPr>
        <w:name w:val="B3E5938606BAFF45870F6ADB4BADE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788D4-F795-924C-B872-A1BFE248D2CA}"/>
      </w:docPartPr>
      <w:docPartBody>
        <w:p w:rsidR="00414C44" w:rsidRDefault="00414C44">
          <w:pPr>
            <w:pStyle w:val="B3E5938606BAFF45870F6ADB4BADE14D"/>
          </w:pPr>
          <w:r w:rsidRPr="00B07339">
            <w:t>[Street Address]</w:t>
          </w:r>
        </w:p>
      </w:docPartBody>
    </w:docPart>
    <w:docPart>
      <w:docPartPr>
        <w:name w:val="31DFE6F2FE030F41945614D15A4B2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BC609-72D1-BB4C-A8B2-7246B1E9C3AA}"/>
      </w:docPartPr>
      <w:docPartBody>
        <w:p w:rsidR="00414C44" w:rsidRDefault="00414C44">
          <w:pPr>
            <w:pStyle w:val="31DFE6F2FE030F41945614D15A4B27B8"/>
          </w:pPr>
          <w:r w:rsidRPr="00B07339">
            <w:t>[City, ST  ZIP Code</w:t>
          </w:r>
          <w:r w:rsidRPr="00B07339">
            <w:rPr>
              <w:rFonts w:hint="eastAsia"/>
            </w:rPr>
            <w:t>]</w:t>
          </w:r>
        </w:p>
      </w:docPartBody>
    </w:docPart>
    <w:docPart>
      <w:docPartPr>
        <w:name w:val="E2664E9307F3FB4ABF65C17A5EE37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FAF13-50A8-4B48-9820-EFEF60F27F13}"/>
      </w:docPartPr>
      <w:docPartBody>
        <w:p w:rsidR="00414C44" w:rsidRDefault="00414C44">
          <w:pPr>
            <w:pStyle w:val="E2664E9307F3FB4ABF65C17A5EE375A8"/>
          </w:pPr>
          <w:r w:rsidRPr="00B07339">
            <w:rPr>
              <w:rStyle w:val="a3"/>
            </w:rPr>
            <w:t>[Phone]</w:t>
          </w:r>
        </w:p>
      </w:docPartBody>
    </w:docPart>
    <w:docPart>
      <w:docPartPr>
        <w:name w:val="761FF2A248933042AF0507AD1CFAB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7D8CA-D96E-874F-B4EF-3B7271D667AF}"/>
      </w:docPartPr>
      <w:docPartBody>
        <w:p w:rsidR="00414C44" w:rsidRDefault="00414C44">
          <w:pPr>
            <w:pStyle w:val="761FF2A248933042AF0507AD1CFAB124"/>
          </w:pPr>
          <w:r w:rsidRPr="00B07339">
            <w:rPr>
              <w:rStyle w:val="a3"/>
            </w:rPr>
            <w:t>[000.000.0000]</w:t>
          </w:r>
        </w:p>
      </w:docPartBody>
    </w:docPart>
    <w:docPart>
      <w:docPartPr>
        <w:name w:val="F69D470654817048B3EEFBCEE05F4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1634B-8242-1741-90A4-2BDB8F10EC09}"/>
      </w:docPartPr>
      <w:docPartBody>
        <w:p w:rsidR="00414C44" w:rsidRDefault="00414C44">
          <w:pPr>
            <w:pStyle w:val="F69D470654817048B3EEFBCEE05F4EFC"/>
          </w:pPr>
          <w:r w:rsidRPr="00B07339">
            <w:rPr>
              <w:rStyle w:val="a3"/>
            </w:rPr>
            <w:t>[e-mail]</w:t>
          </w:r>
        </w:p>
      </w:docPartBody>
    </w:docPart>
    <w:docPart>
      <w:docPartPr>
        <w:name w:val="DB66E2E9D3214B4999990A58B36D5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385C8-6541-BC48-914A-DACD9FED30A2}"/>
      </w:docPartPr>
      <w:docPartBody>
        <w:p w:rsidR="00414C44" w:rsidRDefault="00414C44">
          <w:pPr>
            <w:pStyle w:val="DB66E2E9D3214B4999990A58B36D5681"/>
          </w:pPr>
          <w:r w:rsidRPr="00B07339">
            <w:rPr>
              <w:rStyle w:val="a3"/>
            </w:rPr>
            <w:t>[Street Address]</w:t>
          </w:r>
        </w:p>
      </w:docPartBody>
    </w:docPart>
    <w:docPart>
      <w:docPartPr>
        <w:name w:val="A13BBFF2B556684CA3C9E0C1F311E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F1F39-04AB-0F4C-9297-317C01FDC9BA}"/>
      </w:docPartPr>
      <w:docPartBody>
        <w:p w:rsidR="00414C44" w:rsidRDefault="00414C44">
          <w:pPr>
            <w:pStyle w:val="A13BBFF2B556684CA3C9E0C1F311E4A0"/>
          </w:pPr>
          <w:r w:rsidRPr="00B07339">
            <w:rPr>
              <w:rStyle w:val="a3"/>
            </w:rPr>
            <w:t>[City, ST  ZIP Code</w:t>
          </w:r>
          <w:r w:rsidRPr="00B07339"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C22A7C9F691F1649A3853C7B38629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62BD24-E965-344D-879C-5495C58AFD07}"/>
      </w:docPartPr>
      <w:docPartBody>
        <w:p w:rsidR="00414C44" w:rsidRDefault="00414C44">
          <w:pPr>
            <w:pStyle w:val="C22A7C9F691F1649A3853C7B38629C61"/>
          </w:pPr>
          <w:r w:rsidRPr="00B07339">
            <w:rPr>
              <w:rStyle w:val="a3"/>
            </w:rPr>
            <w:t>[Phone]</w:t>
          </w:r>
        </w:p>
      </w:docPartBody>
    </w:docPart>
    <w:docPart>
      <w:docPartPr>
        <w:name w:val="F5E91A2924E8924299D61BB7CA818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69E58-B04B-9948-B5C7-0FE284D69496}"/>
      </w:docPartPr>
      <w:docPartBody>
        <w:p w:rsidR="00414C44" w:rsidRDefault="00414C44">
          <w:pPr>
            <w:pStyle w:val="F5E91A2924E8924299D61BB7CA8180B9"/>
          </w:pPr>
          <w:r w:rsidRPr="00B07339">
            <w:t>[ABC12345</w:t>
          </w:r>
          <w:r w:rsidRPr="00B07339">
            <w:rPr>
              <w:rFonts w:hint="eastAsia"/>
            </w:rPr>
            <w:t>]</w:t>
          </w:r>
        </w:p>
      </w:docPartBody>
    </w:docPart>
    <w:docPart>
      <w:docPartPr>
        <w:name w:val="B9B4EA6302B3874389915DA5E02C0F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B9AD6-D530-1649-ABDA-21093246B4FC}"/>
      </w:docPartPr>
      <w:docPartBody>
        <w:p w:rsidR="00414C44" w:rsidRDefault="00414C44">
          <w:pPr>
            <w:pStyle w:val="B9B4EA6302B3874389915DA5E02C0FE0"/>
          </w:pPr>
          <w:r>
            <w:rPr>
              <w:rStyle w:val="a3"/>
            </w:rPr>
            <w:t>[Your company slogan]</w:t>
          </w:r>
        </w:p>
      </w:docPartBody>
    </w:docPart>
    <w:docPart>
      <w:docPartPr>
        <w:name w:val="F4AAB1EBA920654C9657ADB60DA12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8CCD6-C6F8-084E-9FCA-D567D093C75E}"/>
      </w:docPartPr>
      <w:docPartBody>
        <w:p w:rsidR="00414C44" w:rsidRDefault="00414C44">
          <w:pPr>
            <w:pStyle w:val="F4AAB1EBA920654C9657ADB60DA129B0"/>
          </w:pPr>
          <w:r>
            <w:rPr>
              <w:rStyle w:val="a3"/>
            </w:rPr>
            <w:t>[Your Company Name]</w:t>
          </w:r>
        </w:p>
      </w:docPartBody>
    </w:docPart>
    <w:docPart>
      <w:docPartPr>
        <w:name w:val="173308006AD6C7499EB5CBFC5275800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49414F7-EFB8-244B-8F65-3676098394F5}"/>
      </w:docPartPr>
      <w:docPartBody>
        <w:p w:rsidR="00E155A4" w:rsidRDefault="00414C44" w:rsidP="00414C44">
          <w:pPr>
            <w:pStyle w:val="173308006AD6C7499EB5CBFC52758000"/>
          </w:pPr>
          <w:r w:rsidRPr="00B07339">
            <w:t>[ABC12345</w:t>
          </w:r>
          <w:r w:rsidRPr="00B07339">
            <w:rPr>
              <w:rFonts w:hint="eastAsia"/>
            </w:rPr>
            <w:t>]</w:t>
          </w:r>
        </w:p>
      </w:docPartBody>
    </w:docPart>
    <w:docPart>
      <w:docPartPr>
        <w:name w:val="FF975D7105117840B573334C1D1D4FE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EE2C7D0-B46C-1445-8EA1-00D386BFF942}"/>
      </w:docPartPr>
      <w:docPartBody>
        <w:p w:rsidR="00973542" w:rsidRDefault="0062051E" w:rsidP="0062051E">
          <w:pPr>
            <w:pStyle w:val="FF975D7105117840B573334C1D1D4FE1"/>
          </w:pPr>
          <w:r w:rsidRPr="00B07339">
            <w:rPr>
              <w:rStyle w:val="a3"/>
            </w:rPr>
            <w:t>[Company Name]</w:t>
          </w:r>
        </w:p>
      </w:docPartBody>
    </w:docPart>
    <w:docPart>
      <w:docPartPr>
        <w:name w:val="25A9214C01935E4A91CEC94F5664B85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F88162D-7A03-F34F-A807-DF1AE7F6FB7D}"/>
      </w:docPartPr>
      <w:docPartBody>
        <w:p w:rsidR="00973542" w:rsidRDefault="0062051E" w:rsidP="0062051E">
          <w:pPr>
            <w:pStyle w:val="25A9214C01935E4A91CEC94F5664B85B"/>
          </w:pPr>
          <w:r w:rsidRPr="00B07339">
            <w:rPr>
              <w:rStyle w:val="a3"/>
            </w:rPr>
            <w:t>[Company Name]</w:t>
          </w:r>
        </w:p>
      </w:docPartBody>
    </w:docPart>
    <w:docPart>
      <w:docPartPr>
        <w:name w:val="0BDDFDFE3E64004BB681A3927A3A923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6DE1FE1-DC25-BB4E-99BD-B3CCC22DD5AB}"/>
      </w:docPartPr>
      <w:docPartBody>
        <w:p w:rsidR="00000000" w:rsidRDefault="00973542" w:rsidP="00973542">
          <w:pPr>
            <w:pStyle w:val="0BDDFDFE3E64004BB681A3927A3A9235"/>
          </w:pPr>
          <w:r w:rsidRPr="00B07339">
            <w:rPr>
              <w:rStyle w:val="a3"/>
            </w:rPr>
            <w:t>[Street Address]</w:t>
          </w:r>
        </w:p>
      </w:docPartBody>
    </w:docPart>
    <w:docPart>
      <w:docPartPr>
        <w:name w:val="E96C336F31CDFE4A998805997650969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3BCFDBC-38A8-DA4C-A5D0-64663A38BE07}"/>
      </w:docPartPr>
      <w:docPartBody>
        <w:p w:rsidR="00000000" w:rsidRDefault="00973542" w:rsidP="00973542">
          <w:pPr>
            <w:pStyle w:val="E96C336F31CDFE4A9988059976509691"/>
          </w:pPr>
          <w:r w:rsidRPr="00B07339">
            <w:rPr>
              <w:rStyle w:val="a3"/>
            </w:rPr>
            <w:t>[City, ST  ZIP Code</w:t>
          </w:r>
          <w:r w:rsidRPr="00B07339"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0A53BE2D90F65148AA4D5FF75101993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71F42A-C1DB-BE44-9034-8FF68CD68983}"/>
      </w:docPartPr>
      <w:docPartBody>
        <w:p w:rsidR="00000000" w:rsidRDefault="00973542" w:rsidP="00973542">
          <w:pPr>
            <w:pStyle w:val="0A53BE2D90F65148AA4D5FF751019939"/>
          </w:pPr>
          <w:r w:rsidRPr="00B07339">
            <w:rPr>
              <w:rStyle w:val="a3"/>
            </w:rPr>
            <w:t>[Phone]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44"/>
    <w:rsid w:val="00414C44"/>
    <w:rsid w:val="0062051E"/>
    <w:rsid w:val="00973542"/>
    <w:rsid w:val="00CB359D"/>
    <w:rsid w:val="00E1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3542"/>
    <w:rPr>
      <w:color w:val="808080"/>
    </w:rPr>
  </w:style>
  <w:style w:type="paragraph" w:customStyle="1" w:styleId="A3A9D0E3E38BD94AA495AF35E4CA165E">
    <w:name w:val="A3A9D0E3E38BD94AA495AF35E4CA165E"/>
  </w:style>
  <w:style w:type="paragraph" w:customStyle="1" w:styleId="9E95E14F81EC7E4EB13533A2DF03F0D3">
    <w:name w:val="9E95E14F81EC7E4EB13533A2DF03F0D3"/>
  </w:style>
  <w:style w:type="paragraph" w:customStyle="1" w:styleId="09E19CE3E3D02A47890A173D1F4B48EB">
    <w:name w:val="09E19CE3E3D02A47890A173D1F4B48EB"/>
  </w:style>
  <w:style w:type="paragraph" w:customStyle="1" w:styleId="B3E5938606BAFF45870F6ADB4BADE14D">
    <w:name w:val="B3E5938606BAFF45870F6ADB4BADE14D"/>
  </w:style>
  <w:style w:type="paragraph" w:customStyle="1" w:styleId="31DFE6F2FE030F41945614D15A4B27B8">
    <w:name w:val="31DFE6F2FE030F41945614D15A4B27B8"/>
  </w:style>
  <w:style w:type="paragraph" w:customStyle="1" w:styleId="E2664E9307F3FB4ABF65C17A5EE375A8">
    <w:name w:val="E2664E9307F3FB4ABF65C17A5EE375A8"/>
  </w:style>
  <w:style w:type="paragraph" w:customStyle="1" w:styleId="761FF2A248933042AF0507AD1CFAB124">
    <w:name w:val="761FF2A248933042AF0507AD1CFAB124"/>
  </w:style>
  <w:style w:type="paragraph" w:customStyle="1" w:styleId="F69D470654817048B3EEFBCEE05F4EFC">
    <w:name w:val="F69D470654817048B3EEFBCEE05F4EFC"/>
  </w:style>
  <w:style w:type="paragraph" w:customStyle="1" w:styleId="F567C0716B2B6B428E1271924995D5EE">
    <w:name w:val="F567C0716B2B6B428E1271924995D5EE"/>
  </w:style>
  <w:style w:type="paragraph" w:customStyle="1" w:styleId="9EB003283DB7B4438F3643389737D0FB">
    <w:name w:val="9EB003283DB7B4438F3643389737D0FB"/>
  </w:style>
  <w:style w:type="paragraph" w:customStyle="1" w:styleId="DB66E2E9D3214B4999990A58B36D5681">
    <w:name w:val="DB66E2E9D3214B4999990A58B36D5681"/>
  </w:style>
  <w:style w:type="paragraph" w:customStyle="1" w:styleId="A13BBFF2B556684CA3C9E0C1F311E4A0">
    <w:name w:val="A13BBFF2B556684CA3C9E0C1F311E4A0"/>
  </w:style>
  <w:style w:type="paragraph" w:customStyle="1" w:styleId="C22A7C9F691F1649A3853C7B38629C61">
    <w:name w:val="C22A7C9F691F1649A3853C7B38629C61"/>
  </w:style>
  <w:style w:type="paragraph" w:customStyle="1" w:styleId="F5E91A2924E8924299D61BB7CA8180B9">
    <w:name w:val="F5E91A2924E8924299D61BB7CA8180B9"/>
  </w:style>
  <w:style w:type="paragraph" w:customStyle="1" w:styleId="7DDC2ECAA7742A41A28773B82A050C59">
    <w:name w:val="7DDC2ECAA7742A41A28773B82A050C59"/>
  </w:style>
  <w:style w:type="paragraph" w:customStyle="1" w:styleId="5A95C360FA015A49929EBBD51F766361">
    <w:name w:val="5A95C360FA015A49929EBBD51F766361"/>
  </w:style>
  <w:style w:type="paragraph" w:customStyle="1" w:styleId="FCB9C11AD550F942B38E16C4E2BFAA9B">
    <w:name w:val="FCB9C11AD550F942B38E16C4E2BFAA9B"/>
  </w:style>
  <w:style w:type="paragraph" w:customStyle="1" w:styleId="88C936370DEB7E469B3AB5F1ECF34F34">
    <w:name w:val="88C936370DEB7E469B3AB5F1ECF34F34"/>
  </w:style>
  <w:style w:type="paragraph" w:customStyle="1" w:styleId="0A4BD7ED9CD7C34AAEB44E5C2A1E48A9">
    <w:name w:val="0A4BD7ED9CD7C34AAEB44E5C2A1E48A9"/>
  </w:style>
  <w:style w:type="paragraph" w:customStyle="1" w:styleId="218004FB31E06F4B94027D8B2ED01087">
    <w:name w:val="218004FB31E06F4B94027D8B2ED01087"/>
  </w:style>
  <w:style w:type="paragraph" w:customStyle="1" w:styleId="B9B4EA6302B3874389915DA5E02C0FE0">
    <w:name w:val="B9B4EA6302B3874389915DA5E02C0FE0"/>
  </w:style>
  <w:style w:type="paragraph" w:customStyle="1" w:styleId="F4AAB1EBA920654C9657ADB60DA129B0">
    <w:name w:val="F4AAB1EBA920654C9657ADB60DA129B0"/>
  </w:style>
  <w:style w:type="paragraph" w:customStyle="1" w:styleId="CB8755AE29C4D94E9B42C148D4ECC073">
    <w:name w:val="CB8755AE29C4D94E9B42C148D4ECC073"/>
    <w:rsid w:val="00414C44"/>
    <w:pPr>
      <w:widowControl w:val="0"/>
      <w:jc w:val="both"/>
    </w:pPr>
    <w:rPr>
      <w:kern w:val="2"/>
      <w:lang w:eastAsia="zh-CN"/>
    </w:rPr>
  </w:style>
  <w:style w:type="paragraph" w:customStyle="1" w:styleId="2E128688740F764F9071595943854B03">
    <w:name w:val="2E128688740F764F9071595943854B03"/>
    <w:rsid w:val="00414C44"/>
    <w:pPr>
      <w:widowControl w:val="0"/>
      <w:jc w:val="both"/>
    </w:pPr>
    <w:rPr>
      <w:kern w:val="2"/>
      <w:lang w:eastAsia="zh-CN"/>
    </w:rPr>
  </w:style>
  <w:style w:type="paragraph" w:customStyle="1" w:styleId="4FA5B5CBC5189142A8B04978FB24E473">
    <w:name w:val="4FA5B5CBC5189142A8B04978FB24E473"/>
    <w:rsid w:val="00414C44"/>
    <w:pPr>
      <w:widowControl w:val="0"/>
      <w:jc w:val="both"/>
    </w:pPr>
    <w:rPr>
      <w:kern w:val="2"/>
      <w:lang w:eastAsia="zh-CN"/>
    </w:rPr>
  </w:style>
  <w:style w:type="paragraph" w:customStyle="1" w:styleId="EFF170E076EA3548A6F0F39402DB8567">
    <w:name w:val="EFF170E076EA3548A6F0F39402DB8567"/>
    <w:rsid w:val="00414C44"/>
    <w:pPr>
      <w:widowControl w:val="0"/>
      <w:jc w:val="both"/>
    </w:pPr>
    <w:rPr>
      <w:kern w:val="2"/>
      <w:lang w:eastAsia="zh-CN"/>
    </w:rPr>
  </w:style>
  <w:style w:type="paragraph" w:customStyle="1" w:styleId="30C496AD632F6D4AB1BCBE7C4F85EA3C">
    <w:name w:val="30C496AD632F6D4AB1BCBE7C4F85EA3C"/>
    <w:rsid w:val="00414C44"/>
    <w:pPr>
      <w:widowControl w:val="0"/>
      <w:jc w:val="both"/>
    </w:pPr>
    <w:rPr>
      <w:kern w:val="2"/>
      <w:lang w:eastAsia="zh-CN"/>
    </w:rPr>
  </w:style>
  <w:style w:type="paragraph" w:customStyle="1" w:styleId="173308006AD6C7499EB5CBFC52758000">
    <w:name w:val="173308006AD6C7499EB5CBFC52758000"/>
    <w:rsid w:val="00414C44"/>
    <w:pPr>
      <w:widowControl w:val="0"/>
      <w:jc w:val="both"/>
    </w:pPr>
    <w:rPr>
      <w:kern w:val="2"/>
      <w:lang w:eastAsia="zh-CN"/>
    </w:rPr>
  </w:style>
  <w:style w:type="paragraph" w:customStyle="1" w:styleId="8B6B0AAC4D39124691F35C6A7064A757">
    <w:name w:val="8B6B0AAC4D39124691F35C6A7064A757"/>
    <w:rsid w:val="00CB359D"/>
    <w:pPr>
      <w:widowControl w:val="0"/>
      <w:jc w:val="both"/>
    </w:pPr>
    <w:rPr>
      <w:kern w:val="2"/>
      <w:lang w:eastAsia="zh-CN"/>
    </w:rPr>
  </w:style>
  <w:style w:type="paragraph" w:customStyle="1" w:styleId="FF975D7105117840B573334C1D1D4FE1">
    <w:name w:val="FF975D7105117840B573334C1D1D4FE1"/>
    <w:rsid w:val="0062051E"/>
    <w:pPr>
      <w:widowControl w:val="0"/>
      <w:jc w:val="both"/>
    </w:pPr>
    <w:rPr>
      <w:kern w:val="2"/>
      <w:lang w:eastAsia="zh-CN"/>
    </w:rPr>
  </w:style>
  <w:style w:type="paragraph" w:customStyle="1" w:styleId="FB97CC82C8B64D49AA5540EF603C1426">
    <w:name w:val="FB97CC82C8B64D49AA5540EF603C1426"/>
    <w:rsid w:val="0062051E"/>
    <w:pPr>
      <w:widowControl w:val="0"/>
      <w:jc w:val="both"/>
    </w:pPr>
    <w:rPr>
      <w:kern w:val="2"/>
      <w:lang w:eastAsia="zh-CN"/>
    </w:rPr>
  </w:style>
  <w:style w:type="paragraph" w:customStyle="1" w:styleId="25A9214C01935E4A91CEC94F5664B85B">
    <w:name w:val="25A9214C01935E4A91CEC94F5664B85B"/>
    <w:rsid w:val="0062051E"/>
    <w:pPr>
      <w:widowControl w:val="0"/>
      <w:jc w:val="both"/>
    </w:pPr>
    <w:rPr>
      <w:kern w:val="2"/>
      <w:lang w:eastAsia="zh-CN"/>
    </w:rPr>
  </w:style>
  <w:style w:type="paragraph" w:customStyle="1" w:styleId="0BDDFDFE3E64004BB681A3927A3A9235">
    <w:name w:val="0BDDFDFE3E64004BB681A3927A3A9235"/>
    <w:rsid w:val="00973542"/>
    <w:pPr>
      <w:widowControl w:val="0"/>
      <w:jc w:val="both"/>
    </w:pPr>
    <w:rPr>
      <w:kern w:val="2"/>
      <w:lang w:eastAsia="zh-CN"/>
    </w:rPr>
  </w:style>
  <w:style w:type="paragraph" w:customStyle="1" w:styleId="E96C336F31CDFE4A9988059976509691">
    <w:name w:val="E96C336F31CDFE4A9988059976509691"/>
    <w:rsid w:val="00973542"/>
    <w:pPr>
      <w:widowControl w:val="0"/>
      <w:jc w:val="both"/>
    </w:pPr>
    <w:rPr>
      <w:kern w:val="2"/>
      <w:lang w:eastAsia="zh-CN"/>
    </w:rPr>
  </w:style>
  <w:style w:type="paragraph" w:customStyle="1" w:styleId="0A53BE2D90F65148AA4D5FF751019939">
    <w:name w:val="0A53BE2D90F65148AA4D5FF751019939"/>
    <w:rsid w:val="00973542"/>
    <w:pPr>
      <w:widowControl w:val="0"/>
      <w:jc w:val="both"/>
    </w:pPr>
    <w:rPr>
      <w:kern w:val="2"/>
      <w:lang w:eastAsia="zh-CN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3542"/>
    <w:rPr>
      <w:color w:val="808080"/>
    </w:rPr>
  </w:style>
  <w:style w:type="paragraph" w:customStyle="1" w:styleId="A3A9D0E3E38BD94AA495AF35E4CA165E">
    <w:name w:val="A3A9D0E3E38BD94AA495AF35E4CA165E"/>
  </w:style>
  <w:style w:type="paragraph" w:customStyle="1" w:styleId="9E95E14F81EC7E4EB13533A2DF03F0D3">
    <w:name w:val="9E95E14F81EC7E4EB13533A2DF03F0D3"/>
  </w:style>
  <w:style w:type="paragraph" w:customStyle="1" w:styleId="09E19CE3E3D02A47890A173D1F4B48EB">
    <w:name w:val="09E19CE3E3D02A47890A173D1F4B48EB"/>
  </w:style>
  <w:style w:type="paragraph" w:customStyle="1" w:styleId="B3E5938606BAFF45870F6ADB4BADE14D">
    <w:name w:val="B3E5938606BAFF45870F6ADB4BADE14D"/>
  </w:style>
  <w:style w:type="paragraph" w:customStyle="1" w:styleId="31DFE6F2FE030F41945614D15A4B27B8">
    <w:name w:val="31DFE6F2FE030F41945614D15A4B27B8"/>
  </w:style>
  <w:style w:type="paragraph" w:customStyle="1" w:styleId="E2664E9307F3FB4ABF65C17A5EE375A8">
    <w:name w:val="E2664E9307F3FB4ABF65C17A5EE375A8"/>
  </w:style>
  <w:style w:type="paragraph" w:customStyle="1" w:styleId="761FF2A248933042AF0507AD1CFAB124">
    <w:name w:val="761FF2A248933042AF0507AD1CFAB124"/>
  </w:style>
  <w:style w:type="paragraph" w:customStyle="1" w:styleId="F69D470654817048B3EEFBCEE05F4EFC">
    <w:name w:val="F69D470654817048B3EEFBCEE05F4EFC"/>
  </w:style>
  <w:style w:type="paragraph" w:customStyle="1" w:styleId="F567C0716B2B6B428E1271924995D5EE">
    <w:name w:val="F567C0716B2B6B428E1271924995D5EE"/>
  </w:style>
  <w:style w:type="paragraph" w:customStyle="1" w:styleId="9EB003283DB7B4438F3643389737D0FB">
    <w:name w:val="9EB003283DB7B4438F3643389737D0FB"/>
  </w:style>
  <w:style w:type="paragraph" w:customStyle="1" w:styleId="DB66E2E9D3214B4999990A58B36D5681">
    <w:name w:val="DB66E2E9D3214B4999990A58B36D5681"/>
  </w:style>
  <w:style w:type="paragraph" w:customStyle="1" w:styleId="A13BBFF2B556684CA3C9E0C1F311E4A0">
    <w:name w:val="A13BBFF2B556684CA3C9E0C1F311E4A0"/>
  </w:style>
  <w:style w:type="paragraph" w:customStyle="1" w:styleId="C22A7C9F691F1649A3853C7B38629C61">
    <w:name w:val="C22A7C9F691F1649A3853C7B38629C61"/>
  </w:style>
  <w:style w:type="paragraph" w:customStyle="1" w:styleId="F5E91A2924E8924299D61BB7CA8180B9">
    <w:name w:val="F5E91A2924E8924299D61BB7CA8180B9"/>
  </w:style>
  <w:style w:type="paragraph" w:customStyle="1" w:styleId="7DDC2ECAA7742A41A28773B82A050C59">
    <w:name w:val="7DDC2ECAA7742A41A28773B82A050C59"/>
  </w:style>
  <w:style w:type="paragraph" w:customStyle="1" w:styleId="5A95C360FA015A49929EBBD51F766361">
    <w:name w:val="5A95C360FA015A49929EBBD51F766361"/>
  </w:style>
  <w:style w:type="paragraph" w:customStyle="1" w:styleId="FCB9C11AD550F942B38E16C4E2BFAA9B">
    <w:name w:val="FCB9C11AD550F942B38E16C4E2BFAA9B"/>
  </w:style>
  <w:style w:type="paragraph" w:customStyle="1" w:styleId="88C936370DEB7E469B3AB5F1ECF34F34">
    <w:name w:val="88C936370DEB7E469B3AB5F1ECF34F34"/>
  </w:style>
  <w:style w:type="paragraph" w:customStyle="1" w:styleId="0A4BD7ED9CD7C34AAEB44E5C2A1E48A9">
    <w:name w:val="0A4BD7ED9CD7C34AAEB44E5C2A1E48A9"/>
  </w:style>
  <w:style w:type="paragraph" w:customStyle="1" w:styleId="218004FB31E06F4B94027D8B2ED01087">
    <w:name w:val="218004FB31E06F4B94027D8B2ED01087"/>
  </w:style>
  <w:style w:type="paragraph" w:customStyle="1" w:styleId="B9B4EA6302B3874389915DA5E02C0FE0">
    <w:name w:val="B9B4EA6302B3874389915DA5E02C0FE0"/>
  </w:style>
  <w:style w:type="paragraph" w:customStyle="1" w:styleId="F4AAB1EBA920654C9657ADB60DA129B0">
    <w:name w:val="F4AAB1EBA920654C9657ADB60DA129B0"/>
  </w:style>
  <w:style w:type="paragraph" w:customStyle="1" w:styleId="CB8755AE29C4D94E9B42C148D4ECC073">
    <w:name w:val="CB8755AE29C4D94E9B42C148D4ECC073"/>
    <w:rsid w:val="00414C44"/>
    <w:pPr>
      <w:widowControl w:val="0"/>
      <w:jc w:val="both"/>
    </w:pPr>
    <w:rPr>
      <w:kern w:val="2"/>
      <w:lang w:eastAsia="zh-CN"/>
    </w:rPr>
  </w:style>
  <w:style w:type="paragraph" w:customStyle="1" w:styleId="2E128688740F764F9071595943854B03">
    <w:name w:val="2E128688740F764F9071595943854B03"/>
    <w:rsid w:val="00414C44"/>
    <w:pPr>
      <w:widowControl w:val="0"/>
      <w:jc w:val="both"/>
    </w:pPr>
    <w:rPr>
      <w:kern w:val="2"/>
      <w:lang w:eastAsia="zh-CN"/>
    </w:rPr>
  </w:style>
  <w:style w:type="paragraph" w:customStyle="1" w:styleId="4FA5B5CBC5189142A8B04978FB24E473">
    <w:name w:val="4FA5B5CBC5189142A8B04978FB24E473"/>
    <w:rsid w:val="00414C44"/>
    <w:pPr>
      <w:widowControl w:val="0"/>
      <w:jc w:val="both"/>
    </w:pPr>
    <w:rPr>
      <w:kern w:val="2"/>
      <w:lang w:eastAsia="zh-CN"/>
    </w:rPr>
  </w:style>
  <w:style w:type="paragraph" w:customStyle="1" w:styleId="EFF170E076EA3548A6F0F39402DB8567">
    <w:name w:val="EFF170E076EA3548A6F0F39402DB8567"/>
    <w:rsid w:val="00414C44"/>
    <w:pPr>
      <w:widowControl w:val="0"/>
      <w:jc w:val="both"/>
    </w:pPr>
    <w:rPr>
      <w:kern w:val="2"/>
      <w:lang w:eastAsia="zh-CN"/>
    </w:rPr>
  </w:style>
  <w:style w:type="paragraph" w:customStyle="1" w:styleId="30C496AD632F6D4AB1BCBE7C4F85EA3C">
    <w:name w:val="30C496AD632F6D4AB1BCBE7C4F85EA3C"/>
    <w:rsid w:val="00414C44"/>
    <w:pPr>
      <w:widowControl w:val="0"/>
      <w:jc w:val="both"/>
    </w:pPr>
    <w:rPr>
      <w:kern w:val="2"/>
      <w:lang w:eastAsia="zh-CN"/>
    </w:rPr>
  </w:style>
  <w:style w:type="paragraph" w:customStyle="1" w:styleId="173308006AD6C7499EB5CBFC52758000">
    <w:name w:val="173308006AD6C7499EB5CBFC52758000"/>
    <w:rsid w:val="00414C44"/>
    <w:pPr>
      <w:widowControl w:val="0"/>
      <w:jc w:val="both"/>
    </w:pPr>
    <w:rPr>
      <w:kern w:val="2"/>
      <w:lang w:eastAsia="zh-CN"/>
    </w:rPr>
  </w:style>
  <w:style w:type="paragraph" w:customStyle="1" w:styleId="8B6B0AAC4D39124691F35C6A7064A757">
    <w:name w:val="8B6B0AAC4D39124691F35C6A7064A757"/>
    <w:rsid w:val="00CB359D"/>
    <w:pPr>
      <w:widowControl w:val="0"/>
      <w:jc w:val="both"/>
    </w:pPr>
    <w:rPr>
      <w:kern w:val="2"/>
      <w:lang w:eastAsia="zh-CN"/>
    </w:rPr>
  </w:style>
  <w:style w:type="paragraph" w:customStyle="1" w:styleId="FF975D7105117840B573334C1D1D4FE1">
    <w:name w:val="FF975D7105117840B573334C1D1D4FE1"/>
    <w:rsid w:val="0062051E"/>
    <w:pPr>
      <w:widowControl w:val="0"/>
      <w:jc w:val="both"/>
    </w:pPr>
    <w:rPr>
      <w:kern w:val="2"/>
      <w:lang w:eastAsia="zh-CN"/>
    </w:rPr>
  </w:style>
  <w:style w:type="paragraph" w:customStyle="1" w:styleId="FB97CC82C8B64D49AA5540EF603C1426">
    <w:name w:val="FB97CC82C8B64D49AA5540EF603C1426"/>
    <w:rsid w:val="0062051E"/>
    <w:pPr>
      <w:widowControl w:val="0"/>
      <w:jc w:val="both"/>
    </w:pPr>
    <w:rPr>
      <w:kern w:val="2"/>
      <w:lang w:eastAsia="zh-CN"/>
    </w:rPr>
  </w:style>
  <w:style w:type="paragraph" w:customStyle="1" w:styleId="25A9214C01935E4A91CEC94F5664B85B">
    <w:name w:val="25A9214C01935E4A91CEC94F5664B85B"/>
    <w:rsid w:val="0062051E"/>
    <w:pPr>
      <w:widowControl w:val="0"/>
      <w:jc w:val="both"/>
    </w:pPr>
    <w:rPr>
      <w:kern w:val="2"/>
      <w:lang w:eastAsia="zh-CN"/>
    </w:rPr>
  </w:style>
  <w:style w:type="paragraph" w:customStyle="1" w:styleId="0BDDFDFE3E64004BB681A3927A3A9235">
    <w:name w:val="0BDDFDFE3E64004BB681A3927A3A9235"/>
    <w:rsid w:val="00973542"/>
    <w:pPr>
      <w:widowControl w:val="0"/>
      <w:jc w:val="both"/>
    </w:pPr>
    <w:rPr>
      <w:kern w:val="2"/>
      <w:lang w:eastAsia="zh-CN"/>
    </w:rPr>
  </w:style>
  <w:style w:type="paragraph" w:customStyle="1" w:styleId="E96C336F31CDFE4A9988059976509691">
    <w:name w:val="E96C336F31CDFE4A9988059976509691"/>
    <w:rsid w:val="00973542"/>
    <w:pPr>
      <w:widowControl w:val="0"/>
      <w:jc w:val="both"/>
    </w:pPr>
    <w:rPr>
      <w:kern w:val="2"/>
      <w:lang w:eastAsia="zh-CN"/>
    </w:rPr>
  </w:style>
  <w:style w:type="paragraph" w:customStyle="1" w:styleId="0A53BE2D90F65148AA4D5FF751019939">
    <w:name w:val="0A53BE2D90F65148AA4D5FF751019939"/>
    <w:rsid w:val="00973542"/>
    <w:pPr>
      <w:widowControl w:val="0"/>
      <w:jc w:val="both"/>
    </w:pPr>
    <w:rPr>
      <w:kern w:val="2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Blue Border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6B5B33-FD18-427C-A8CF-3986050F15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2F7C1-F922-BF4F-A846-C158E71B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TS010374710.dotx</Template>
  <TotalTime>16</TotalTime>
  <Pages>1</Pages>
  <Words>131</Words>
  <Characters>750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(Blue Border design)</dc:title>
  <dc:creator>Sandra Gallagher</dc:creator>
  <cp:keywords/>
  <cp:lastModifiedBy>Miao Raymond</cp:lastModifiedBy>
  <cp:revision>16</cp:revision>
  <cp:lastPrinted>2004-09-22T18:37:00Z</cp:lastPrinted>
  <dcterms:created xsi:type="dcterms:W3CDTF">2014-02-11T00:33:00Z</dcterms:created>
  <dcterms:modified xsi:type="dcterms:W3CDTF">2014-04-04T01:49:00Z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TC103747109990</vt:lpwstr>
  </property>
</Properties>
</file>